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E073" w14:textId="69061A41" w:rsidR="007E331F" w:rsidRPr="001D11C0" w:rsidRDefault="007E331F" w:rsidP="00272917">
      <w:pPr>
        <w:pStyle w:val="Nagwek4"/>
        <w:spacing w:before="0" w:after="360"/>
        <w:jc w:val="right"/>
        <w:rPr>
          <w:rFonts w:ascii="Times New Roman" w:hAnsi="Times New Roman"/>
          <w:b w:val="0"/>
          <w:i/>
          <w:iCs/>
          <w:sz w:val="20"/>
          <w:szCs w:val="20"/>
        </w:rPr>
      </w:pPr>
      <w:r w:rsidRPr="001D11C0">
        <w:rPr>
          <w:rFonts w:ascii="Times New Roman" w:hAnsi="Times New Roman"/>
          <w:b w:val="0"/>
          <w:i/>
          <w:iCs/>
          <w:sz w:val="20"/>
          <w:szCs w:val="20"/>
        </w:rPr>
        <w:t xml:space="preserve">Załącznik </w:t>
      </w:r>
      <w:r w:rsidR="00493A1E" w:rsidRPr="001D11C0">
        <w:rPr>
          <w:rFonts w:ascii="Times New Roman" w:hAnsi="Times New Roman"/>
          <w:b w:val="0"/>
          <w:i/>
          <w:iCs/>
          <w:sz w:val="20"/>
          <w:szCs w:val="20"/>
        </w:rPr>
        <w:t>N</w:t>
      </w:r>
      <w:r w:rsidRPr="001D11C0">
        <w:rPr>
          <w:rFonts w:ascii="Times New Roman" w:hAnsi="Times New Roman"/>
          <w:b w:val="0"/>
          <w:i/>
          <w:iCs/>
          <w:sz w:val="20"/>
          <w:szCs w:val="20"/>
        </w:rPr>
        <w:t xml:space="preserve">r </w:t>
      </w:r>
      <w:r w:rsidR="00272917" w:rsidRPr="001D11C0">
        <w:rPr>
          <w:rFonts w:ascii="Times New Roman" w:hAnsi="Times New Roman"/>
          <w:b w:val="0"/>
          <w:i/>
          <w:iCs/>
          <w:sz w:val="20"/>
          <w:szCs w:val="20"/>
        </w:rPr>
        <w:t>1</w:t>
      </w:r>
      <w:r w:rsidRPr="001D11C0">
        <w:rPr>
          <w:rFonts w:ascii="Times New Roman" w:hAnsi="Times New Roman"/>
          <w:b w:val="0"/>
          <w:i/>
          <w:iCs/>
          <w:sz w:val="20"/>
          <w:szCs w:val="20"/>
        </w:rPr>
        <w:t xml:space="preserve"> do SWZ</w:t>
      </w:r>
    </w:p>
    <w:p w14:paraId="2A2A2D45" w14:textId="6AEDA761" w:rsidR="00272917" w:rsidRPr="00272917" w:rsidRDefault="00272917" w:rsidP="00272917">
      <w:pPr>
        <w:rPr>
          <w:b/>
          <w:bCs/>
        </w:rPr>
      </w:pPr>
      <w:r w:rsidRPr="00950D10">
        <w:t>Znak sprawy</w:t>
      </w:r>
      <w:r w:rsidR="00950D10" w:rsidRPr="00950D10">
        <w:t>:</w:t>
      </w:r>
      <w:r w:rsidRPr="00272917">
        <w:rPr>
          <w:b/>
          <w:bCs/>
        </w:rPr>
        <w:t xml:space="preserve"> PCUW.261.</w:t>
      </w:r>
      <w:r w:rsidR="00ED04AA">
        <w:rPr>
          <w:b/>
          <w:bCs/>
        </w:rPr>
        <w:t>2</w:t>
      </w:r>
      <w:r w:rsidR="00C61F6C">
        <w:rPr>
          <w:b/>
          <w:bCs/>
        </w:rPr>
        <w:t>.3</w:t>
      </w:r>
      <w:r w:rsidR="007E6363">
        <w:rPr>
          <w:b/>
          <w:bCs/>
        </w:rPr>
        <w:t>8</w:t>
      </w:r>
      <w:r w:rsidR="00C61F6C">
        <w:rPr>
          <w:b/>
          <w:bCs/>
        </w:rPr>
        <w:t>.</w:t>
      </w:r>
      <w:r w:rsidR="00ED04AA">
        <w:rPr>
          <w:b/>
          <w:bCs/>
        </w:rPr>
        <w:t>202</w:t>
      </w:r>
      <w:r w:rsidR="00EE7778">
        <w:rPr>
          <w:b/>
          <w:bCs/>
        </w:rPr>
        <w:t>5</w:t>
      </w:r>
    </w:p>
    <w:p w14:paraId="7A908B31" w14:textId="65577370" w:rsidR="007E331F" w:rsidRPr="00352BED" w:rsidRDefault="007E331F" w:rsidP="00352BED">
      <w:pPr>
        <w:pStyle w:val="Nagwek2"/>
        <w:widowControl/>
        <w:spacing w:line="360" w:lineRule="auto"/>
        <w:jc w:val="left"/>
        <w:rPr>
          <w:szCs w:val="18"/>
        </w:rPr>
      </w:pPr>
    </w:p>
    <w:p w14:paraId="7C5D12DE" w14:textId="77777777" w:rsidR="007859F5" w:rsidRPr="007859F5" w:rsidRDefault="007859F5" w:rsidP="007859F5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F31EAC" w:rsidRPr="005844F6" w14:paraId="1E328C63" w14:textId="77777777" w:rsidTr="00352BED">
        <w:tc>
          <w:tcPr>
            <w:tcW w:w="9067" w:type="dxa"/>
            <w:shd w:val="clear" w:color="auto" w:fill="F2F2F2" w:themeFill="background1" w:themeFillShade="F2"/>
          </w:tcPr>
          <w:p w14:paraId="5FD9891D" w14:textId="77777777" w:rsidR="00F31EAC" w:rsidRDefault="00F31EAC" w:rsidP="003B7C7B">
            <w:pPr>
              <w:pStyle w:val="Nagwek2"/>
              <w:widowControl/>
              <w:spacing w:before="240" w:after="12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</w:t>
            </w:r>
            <w:r w:rsidR="00352BED">
              <w:rPr>
                <w:bCs/>
                <w:sz w:val="28"/>
              </w:rPr>
              <w:t>OWY</w:t>
            </w:r>
          </w:p>
          <w:p w14:paraId="1638DAE7" w14:textId="08353458" w:rsidR="003B7C7B" w:rsidRPr="003B7C7B" w:rsidRDefault="003B7C7B" w:rsidP="003B7C7B">
            <w:pPr>
              <w:spacing w:after="240"/>
              <w:jc w:val="center"/>
            </w:pPr>
            <w:r w:rsidRPr="00140A3B">
              <w:rPr>
                <w:b/>
                <w:i/>
                <w:iCs/>
                <w:color w:val="00A13A"/>
                <w:sz w:val="28"/>
                <w:szCs w:val="28"/>
                <w:lang w:eastAsia="ar-SA"/>
              </w:rPr>
              <w:t>- Modyfikacja z dnia 1</w:t>
            </w:r>
            <w:r w:rsidR="001F4BA9">
              <w:rPr>
                <w:b/>
                <w:i/>
                <w:iCs/>
                <w:color w:val="00A13A"/>
                <w:sz w:val="28"/>
                <w:szCs w:val="28"/>
                <w:lang w:eastAsia="ar-SA"/>
              </w:rPr>
              <w:t>2</w:t>
            </w:r>
            <w:r w:rsidRPr="00140A3B">
              <w:rPr>
                <w:b/>
                <w:i/>
                <w:iCs/>
                <w:color w:val="00A13A"/>
                <w:sz w:val="28"/>
                <w:szCs w:val="28"/>
                <w:lang w:eastAsia="ar-SA"/>
              </w:rPr>
              <w:t>.12.2025 r.</w:t>
            </w:r>
          </w:p>
        </w:tc>
      </w:tr>
    </w:tbl>
    <w:p w14:paraId="20B3C6EA" w14:textId="77777777" w:rsidR="007859F5" w:rsidRPr="007859F5" w:rsidRDefault="007859F5" w:rsidP="007859F5"/>
    <w:p w14:paraId="4F2B0398" w14:textId="0E9919B1" w:rsidR="007859F5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493A1E">
        <w:rPr>
          <w:sz w:val="22"/>
          <w:szCs w:val="22"/>
        </w:rPr>
        <w:br/>
      </w:r>
      <w:r w:rsidRPr="00525EFF">
        <w:rPr>
          <w:sz w:val="22"/>
          <w:szCs w:val="22"/>
        </w:rPr>
        <w:t xml:space="preserve">w trybie </w:t>
      </w:r>
      <w:r w:rsidR="00B62A71" w:rsidRPr="00B62A71">
        <w:rPr>
          <w:sz w:val="22"/>
          <w:szCs w:val="22"/>
        </w:rPr>
        <w:t>podstawowy</w:t>
      </w:r>
      <w:r w:rsidR="002606B2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3213C9">
        <w:rPr>
          <w:sz w:val="22"/>
          <w:szCs w:val="22"/>
        </w:rPr>
        <w:t xml:space="preserve">bez </w:t>
      </w:r>
      <w:r w:rsidR="00272917">
        <w:rPr>
          <w:sz w:val="22"/>
          <w:szCs w:val="22"/>
        </w:rPr>
        <w:t>negocjacji</w:t>
      </w:r>
      <w:r w:rsidR="009B3EF0">
        <w:rPr>
          <w:sz w:val="22"/>
          <w:szCs w:val="22"/>
        </w:rPr>
        <w:t>,</w:t>
      </w:r>
      <w:r w:rsidR="00272917">
        <w:rPr>
          <w:sz w:val="22"/>
          <w:szCs w:val="22"/>
        </w:rPr>
        <w:t xml:space="preserve"> </w:t>
      </w:r>
      <w:r w:rsidR="00154274">
        <w:rPr>
          <w:sz w:val="22"/>
          <w:szCs w:val="22"/>
        </w:rPr>
        <w:t xml:space="preserve">na zadanie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 </w:t>
      </w:r>
    </w:p>
    <w:p w14:paraId="7D808AA2" w14:textId="168E3BFD" w:rsidR="00F41C38" w:rsidRDefault="00352BED" w:rsidP="00352BED">
      <w:pPr>
        <w:spacing w:after="60" w:line="276" w:lineRule="auto"/>
        <w:jc w:val="center"/>
        <w:rPr>
          <w:rFonts w:cs="Calibri"/>
          <w:b/>
          <w:bCs/>
          <w:color w:val="000000"/>
          <w:lang w:bidi="en-US"/>
        </w:rPr>
      </w:pPr>
      <w:r w:rsidRPr="00352BED">
        <w:rPr>
          <w:rFonts w:cs="Calibri"/>
          <w:b/>
          <w:bCs/>
          <w:color w:val="000000"/>
          <w:lang w:bidi="en-US"/>
        </w:rPr>
        <w:t>Pełnienie funkcji inspektora nadzoru inwestorskiego dla robót budowlanych</w:t>
      </w:r>
      <w:r>
        <w:rPr>
          <w:rFonts w:cs="Calibri"/>
          <w:b/>
          <w:bCs/>
          <w:color w:val="000000"/>
          <w:lang w:bidi="en-US"/>
        </w:rPr>
        <w:t xml:space="preserve"> </w:t>
      </w:r>
      <w:r w:rsidRPr="00352BED">
        <w:rPr>
          <w:rFonts w:cs="Calibri"/>
          <w:b/>
          <w:bCs/>
          <w:color w:val="000000"/>
          <w:lang w:bidi="en-US"/>
        </w:rPr>
        <w:t>realizowanych w ramach projektu „Kompleksowa modernizacja energetyczna budynków Zespołu Szkół Zawodowych w Rawiczu i Powiatowego Centrum Usług Wspólnych w Rawiczu".</w:t>
      </w:r>
    </w:p>
    <w:p w14:paraId="72587527" w14:textId="5A812421" w:rsidR="00352BED" w:rsidRDefault="00352BED" w:rsidP="00352BED">
      <w:pPr>
        <w:spacing w:after="60" w:line="276" w:lineRule="auto"/>
        <w:jc w:val="center"/>
        <w:rPr>
          <w:rFonts w:cs="Calibri"/>
          <w:b/>
          <w:bCs/>
          <w:color w:val="000000"/>
          <w:lang w:bidi="en-US"/>
        </w:rPr>
      </w:pPr>
      <w:r>
        <w:rPr>
          <w:rFonts w:cs="Calibri"/>
          <w:b/>
          <w:bCs/>
          <w:color w:val="000000"/>
          <w:lang w:bidi="en-US"/>
        </w:rPr>
        <w:t>Część I</w:t>
      </w:r>
    </w:p>
    <w:p w14:paraId="599044BC" w14:textId="7D65FD87" w:rsidR="00352BED" w:rsidRPr="00025346" w:rsidRDefault="00352BED" w:rsidP="00352BED">
      <w:pPr>
        <w:spacing w:after="60" w:line="276" w:lineRule="auto"/>
        <w:jc w:val="center"/>
        <w:rPr>
          <w:rFonts w:cs="Calibri"/>
          <w:b/>
          <w:bCs/>
          <w:color w:val="000000"/>
          <w:lang w:bidi="en-US"/>
        </w:rPr>
      </w:pPr>
      <w:r w:rsidRPr="00352BED">
        <w:rPr>
          <w:rFonts w:cs="Calibri"/>
          <w:b/>
          <w:bCs/>
          <w:color w:val="000000"/>
          <w:lang w:bidi="en-US"/>
        </w:rPr>
        <w:t>Część I</w:t>
      </w:r>
      <w:r>
        <w:rPr>
          <w:rFonts w:cs="Calibri"/>
          <w:b/>
          <w:bCs/>
          <w:color w:val="000000"/>
          <w:lang w:bidi="en-US"/>
        </w:rPr>
        <w:t>I</w:t>
      </w:r>
    </w:p>
    <w:p w14:paraId="4CF42B6F" w14:textId="46DF3EFF" w:rsidR="00AA39D6" w:rsidRPr="00272917" w:rsidRDefault="00154274" w:rsidP="00AE1948">
      <w:pPr>
        <w:spacing w:after="120" w:line="276" w:lineRule="auto"/>
        <w:jc w:val="both"/>
        <w:rPr>
          <w:b/>
          <w:bCs/>
        </w:rPr>
      </w:pPr>
      <w:r>
        <w:rPr>
          <w:sz w:val="22"/>
          <w:szCs w:val="22"/>
        </w:rPr>
        <w:t>Ja/</w:t>
      </w:r>
      <w:r w:rsidR="00931094">
        <w:rPr>
          <w:sz w:val="22"/>
          <w:szCs w:val="22"/>
        </w:rPr>
        <w:t xml:space="preserve"> </w:t>
      </w:r>
      <w:r w:rsidR="00AA39D6" w:rsidRPr="00525EFF">
        <w:rPr>
          <w:sz w:val="22"/>
          <w:szCs w:val="22"/>
        </w:rPr>
        <w:t>my niżej podpisani:</w:t>
      </w:r>
    </w:p>
    <w:p w14:paraId="4E33225B" w14:textId="3A4097C6" w:rsidR="00AA39D6" w:rsidRPr="00525EFF" w:rsidRDefault="00272917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7EE689A" w14:textId="5B0B6291" w:rsidR="007859F5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67C0985A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3"/>
        <w:gridCol w:w="5076"/>
      </w:tblGrid>
      <w:tr w:rsidR="00AE2ACB" w:rsidRPr="007677F8" w14:paraId="118409E9" w14:textId="77777777" w:rsidTr="00343E1A">
        <w:trPr>
          <w:trHeight w:val="333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62A1A6E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4819" w:type="dxa"/>
          </w:tcPr>
          <w:p w14:paraId="6E8C25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2174A36" w14:textId="77777777" w:rsidTr="00343E1A">
        <w:trPr>
          <w:trHeight w:val="339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117CDE5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4819" w:type="dxa"/>
          </w:tcPr>
          <w:p w14:paraId="7E69F63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578CAC95" w14:textId="77777777" w:rsidTr="00343E1A">
        <w:trPr>
          <w:trHeight w:val="373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1286D64E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4819" w:type="dxa"/>
          </w:tcPr>
          <w:p w14:paraId="59D83C4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52B92C4" w14:textId="77777777" w:rsidTr="00343E1A">
        <w:trPr>
          <w:trHeight w:val="405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4AC5AC9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4819" w:type="dxa"/>
          </w:tcPr>
          <w:p w14:paraId="1C7AFC3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61011E" w:rsidRPr="007677F8" w14:paraId="21914478" w14:textId="77777777" w:rsidTr="00343E1A">
        <w:trPr>
          <w:trHeight w:val="405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34B94281" w14:textId="691A3588" w:rsidR="0061011E" w:rsidRPr="007677F8" w:rsidRDefault="0061011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telefonu Wykonawcy:</w:t>
            </w:r>
          </w:p>
        </w:tc>
        <w:tc>
          <w:tcPr>
            <w:tcW w:w="4819" w:type="dxa"/>
          </w:tcPr>
          <w:p w14:paraId="42390C14" w14:textId="77777777" w:rsidR="0061011E" w:rsidRPr="007677F8" w:rsidRDefault="0061011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61011E" w:rsidRPr="007677F8" w14:paraId="010786D3" w14:textId="77777777" w:rsidTr="00343E1A">
        <w:trPr>
          <w:trHeight w:val="405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1CDD96B2" w14:textId="33E7CD2E" w:rsidR="0061011E" w:rsidRPr="007677F8" w:rsidRDefault="0061011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poczty elektronicznej:</w:t>
            </w:r>
          </w:p>
        </w:tc>
        <w:tc>
          <w:tcPr>
            <w:tcW w:w="4819" w:type="dxa"/>
          </w:tcPr>
          <w:p w14:paraId="7BEAFD62" w14:textId="77777777" w:rsidR="0061011E" w:rsidRPr="007677F8" w:rsidRDefault="0061011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3B79553" w14:textId="77777777" w:rsidTr="00343E1A">
        <w:trPr>
          <w:trHeight w:val="330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53B88ABE" w14:textId="411E2261" w:rsidR="0093109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Wykonawca jest</w:t>
            </w:r>
            <w:r w:rsidR="00343E1A">
              <w:rPr>
                <w:rFonts w:eastAsia="Calibri"/>
                <w:sz w:val="22"/>
                <w:szCs w:val="22"/>
              </w:rPr>
              <w:t>*</w:t>
            </w:r>
            <w:r w:rsidR="00931094">
              <w:rPr>
                <w:rFonts w:eastAsia="Calibri"/>
                <w:sz w:val="22"/>
                <w:szCs w:val="22"/>
              </w:rPr>
              <w:t>:</w:t>
            </w:r>
          </w:p>
          <w:p w14:paraId="63AA448A" w14:textId="753F8CD6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19" w:type="dxa"/>
          </w:tcPr>
          <w:p w14:paraId="1E462D21" w14:textId="68BE90AB" w:rsidR="00931094" w:rsidRDefault="00931094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sym w:font="Symbol" w:char="F0FF"/>
            </w:r>
            <w:r>
              <w:t xml:space="preserve"> mikroprzedsiębiorcą</w:t>
            </w:r>
          </w:p>
          <w:p w14:paraId="04C66586" w14:textId="4C807BB9" w:rsidR="00AE2ACB" w:rsidRDefault="00931094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sym w:font="Symbol" w:char="F0FF"/>
            </w:r>
            <w:r>
              <w:t xml:space="preserve"> małym przedsiębiorcą</w:t>
            </w:r>
          </w:p>
          <w:p w14:paraId="06C09146" w14:textId="0B795944" w:rsidR="00BD0342" w:rsidRDefault="00931094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sym w:font="Symbol" w:char="F0FF"/>
            </w:r>
            <w:r>
              <w:t xml:space="preserve"> średnim przedsiębiorcą</w:t>
            </w:r>
          </w:p>
          <w:p w14:paraId="16144C16" w14:textId="7AED902A" w:rsidR="00BD0342" w:rsidRPr="007677F8" w:rsidRDefault="00BD0342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BD0342">
              <w:t xml:space="preserve"> </w:t>
            </w:r>
            <w:r>
              <w:t>inny …………………………….</w:t>
            </w:r>
          </w:p>
        </w:tc>
      </w:tr>
      <w:tr w:rsidR="0061011E" w:rsidRPr="007677F8" w14:paraId="206981D0" w14:textId="77777777" w:rsidTr="00343E1A">
        <w:trPr>
          <w:trHeight w:val="330"/>
        </w:trPr>
        <w:tc>
          <w:tcPr>
            <w:tcW w:w="4140" w:type="dxa"/>
            <w:shd w:val="clear" w:color="auto" w:fill="F2F2F2" w:themeFill="background1" w:themeFillShade="F2"/>
            <w:vAlign w:val="center"/>
          </w:tcPr>
          <w:p w14:paraId="38158776" w14:textId="0C3CEAA1" w:rsidR="0061011E" w:rsidRPr="007677F8" w:rsidRDefault="0061011E" w:rsidP="0061011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Ustanowionym pełnomocnikiem do reprezentowania w niniejszym postępowaniu o udzielenie zamówienia i/ lub zawarcia umowy, w przypadku </w:t>
            </w:r>
            <w:r>
              <w:rPr>
                <w:rFonts w:eastAsia="Calibri"/>
                <w:sz w:val="22"/>
                <w:szCs w:val="22"/>
              </w:rPr>
              <w:lastRenderedPageBreak/>
              <w:t>składania oferty wspólnej (konsorcjum/ spółka cywilna) jest:</w:t>
            </w:r>
          </w:p>
        </w:tc>
        <w:tc>
          <w:tcPr>
            <w:tcW w:w="4819" w:type="dxa"/>
          </w:tcPr>
          <w:p w14:paraId="6AB59B9C" w14:textId="77777777" w:rsidR="0061011E" w:rsidRDefault="0061011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lastRenderedPageBreak/>
              <w:t>Imię i nazwisko: ………………………………….</w:t>
            </w:r>
          </w:p>
          <w:p w14:paraId="7B10F3CD" w14:textId="77777777" w:rsidR="0061011E" w:rsidRDefault="0061011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t>Stanowisko: ………………………………………</w:t>
            </w:r>
          </w:p>
          <w:p w14:paraId="6EF34F93" w14:textId="77777777" w:rsidR="0061011E" w:rsidRDefault="0061011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t>Podstawa reprezentowania: ………………………</w:t>
            </w:r>
          </w:p>
          <w:p w14:paraId="2CFA7BBB" w14:textId="46D2D3AB" w:rsidR="0061011E" w:rsidRDefault="0061011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>
              <w:t>…………………………………………………….</w:t>
            </w:r>
          </w:p>
        </w:tc>
      </w:tr>
    </w:tbl>
    <w:p w14:paraId="0493CCB5" w14:textId="3520F96C" w:rsidR="007859F5" w:rsidRDefault="007859F5" w:rsidP="00AA39D6">
      <w:pPr>
        <w:spacing w:line="276" w:lineRule="auto"/>
        <w:jc w:val="both"/>
        <w:rPr>
          <w:sz w:val="16"/>
          <w:szCs w:val="16"/>
        </w:rPr>
      </w:pPr>
    </w:p>
    <w:p w14:paraId="504ADFC9" w14:textId="77777777" w:rsidR="007859F5" w:rsidRPr="00AF4AC3" w:rsidRDefault="007859F5" w:rsidP="00AA39D6">
      <w:pPr>
        <w:spacing w:line="276" w:lineRule="auto"/>
        <w:jc w:val="both"/>
        <w:rPr>
          <w:sz w:val="16"/>
          <w:szCs w:val="16"/>
        </w:rPr>
      </w:pPr>
    </w:p>
    <w:p w14:paraId="72BF4B0E" w14:textId="461647E0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</w:t>
      </w:r>
      <w:r w:rsidR="00154274">
        <w:rPr>
          <w:b/>
          <w:sz w:val="22"/>
        </w:rPr>
        <w:t>/</w:t>
      </w:r>
      <w:r w:rsidRPr="0097776D">
        <w:rPr>
          <w:b/>
          <w:sz w:val="22"/>
        </w:rPr>
        <w:t>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przedmiotu zamówienia zgodnie, z SWZ</w:t>
      </w:r>
      <w:r w:rsidR="00272917">
        <w:rPr>
          <w:sz w:val="22"/>
        </w:rPr>
        <w:t xml:space="preserve"> </w:t>
      </w:r>
      <w:r w:rsidR="00D3681A">
        <w:rPr>
          <w:sz w:val="22"/>
        </w:rPr>
        <w:t>wraz z załącznikami</w:t>
      </w:r>
      <w:r w:rsidR="007F3E87" w:rsidRPr="007F3E87">
        <w:rPr>
          <w:sz w:val="22"/>
        </w:rPr>
        <w:t>, stosując niżej wymienione stawki</w:t>
      </w:r>
      <w:r w:rsidRPr="0097776D">
        <w:rPr>
          <w:sz w:val="22"/>
        </w:rPr>
        <w:t>:</w:t>
      </w:r>
    </w:p>
    <w:p w14:paraId="2FAF5452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E6330F" w:rsidRPr="007F3E87" w14:paraId="2C51FE3B" w14:textId="77777777" w:rsidTr="00352BED">
        <w:trPr>
          <w:trHeight w:val="1517"/>
        </w:trPr>
        <w:tc>
          <w:tcPr>
            <w:tcW w:w="9356" w:type="dxa"/>
            <w:shd w:val="clear" w:color="auto" w:fill="F2F2F2" w:themeFill="background1" w:themeFillShade="F2"/>
            <w:vAlign w:val="center"/>
          </w:tcPr>
          <w:p w14:paraId="75427797" w14:textId="77777777" w:rsidR="00352BED" w:rsidRDefault="00352BED" w:rsidP="00352B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Część I</w:t>
            </w:r>
          </w:p>
          <w:p w14:paraId="37575483" w14:textId="518C9A24" w:rsidR="00E6330F" w:rsidRPr="007F3E87" w:rsidRDefault="00352BED" w:rsidP="00352BED">
            <w:pPr>
              <w:jc w:val="center"/>
              <w:rPr>
                <w:b/>
                <w:sz w:val="22"/>
                <w:szCs w:val="22"/>
              </w:rPr>
            </w:pPr>
            <w:r w:rsidRPr="00352BED">
              <w:rPr>
                <w:b/>
                <w:sz w:val="22"/>
                <w:szCs w:val="22"/>
              </w:rPr>
              <w:t xml:space="preserve">Pełnienie funkcji inspektora nadzoru inwestorskiego dla robót budowlanych w ramach zadania pn.: Termomodernizacja </w:t>
            </w:r>
            <w:r w:rsidRPr="00352BED">
              <w:rPr>
                <w:b/>
                <w:sz w:val="22"/>
                <w:szCs w:val="22"/>
                <w:u w:val="single"/>
              </w:rPr>
              <w:t>budynku Powiatowego Centrum Usług Wspólnych w Rawiczu</w:t>
            </w:r>
            <w:r w:rsidRPr="00352BE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352BED">
              <w:rPr>
                <w:b/>
                <w:sz w:val="22"/>
                <w:szCs w:val="22"/>
              </w:rPr>
              <w:t>w ramach projektu "Kompleksowa modernizacja energetyczna budynków Zespołu Szkół Zawodowych w Rawiczu i Powiatowego Centrum Usług Wspólnych w Rawiczu"</w:t>
            </w:r>
          </w:p>
        </w:tc>
      </w:tr>
      <w:tr w:rsidR="00E6330F" w:rsidRPr="00B87925" w14:paraId="56978DEE" w14:textId="77777777" w:rsidTr="0050116E">
        <w:trPr>
          <w:trHeight w:val="582"/>
        </w:trPr>
        <w:tc>
          <w:tcPr>
            <w:tcW w:w="9356" w:type="dxa"/>
          </w:tcPr>
          <w:p w14:paraId="7AD7879A" w14:textId="77777777" w:rsidR="00D13D73" w:rsidRDefault="00D13D73" w:rsidP="0087395E">
            <w:pPr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</w:p>
          <w:p w14:paraId="6B96A3FE" w14:textId="77777777" w:rsidR="001D11C0" w:rsidRPr="00A91D02" w:rsidRDefault="00E6330F" w:rsidP="0087395E">
            <w:pPr>
              <w:pStyle w:val="Akapitzlist"/>
              <w:numPr>
                <w:ilvl w:val="0"/>
                <w:numId w:val="7"/>
              </w:numPr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  <w:r w:rsidRPr="00A91D02">
              <w:rPr>
                <w:b/>
                <w:bCs/>
                <w:sz w:val="22"/>
                <w:szCs w:val="22"/>
              </w:rPr>
              <w:t>Cena (C)</w:t>
            </w:r>
            <w:r w:rsidRPr="00A91D02">
              <w:rPr>
                <w:sz w:val="22"/>
                <w:szCs w:val="22"/>
              </w:rPr>
              <w:t xml:space="preserve"> za wykonanie zdania wynosi kwotę</w:t>
            </w:r>
            <w:r w:rsidR="001D11C0" w:rsidRPr="00A91D02">
              <w:rPr>
                <w:sz w:val="22"/>
                <w:szCs w:val="22"/>
              </w:rPr>
              <w:t>:</w:t>
            </w:r>
          </w:p>
          <w:p w14:paraId="4D32771E" w14:textId="1267C4AC" w:rsidR="00E6330F" w:rsidRPr="00A91D02" w:rsidRDefault="00CA4C84" w:rsidP="0087395E">
            <w:pPr>
              <w:pStyle w:val="Akapitzlist"/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>n</w:t>
            </w:r>
            <w:r w:rsidR="00E6330F" w:rsidRPr="00A91D02">
              <w:rPr>
                <w:sz w:val="22"/>
                <w:szCs w:val="22"/>
              </w:rPr>
              <w:t>etto</w:t>
            </w:r>
            <w:r w:rsidRPr="00A91D02">
              <w:rPr>
                <w:sz w:val="22"/>
                <w:szCs w:val="22"/>
              </w:rPr>
              <w:t>:</w:t>
            </w:r>
            <w:r w:rsidR="00731143" w:rsidRPr="00A91D02">
              <w:rPr>
                <w:sz w:val="22"/>
                <w:szCs w:val="22"/>
              </w:rPr>
              <w:t xml:space="preserve"> </w:t>
            </w:r>
            <w:r w:rsidR="00E6330F" w:rsidRPr="00A91D02">
              <w:rPr>
                <w:sz w:val="22"/>
                <w:szCs w:val="22"/>
              </w:rPr>
              <w:t>.............</w:t>
            </w:r>
            <w:r w:rsidR="00731143" w:rsidRPr="00A91D02">
              <w:rPr>
                <w:sz w:val="22"/>
                <w:szCs w:val="22"/>
              </w:rPr>
              <w:t>......</w:t>
            </w:r>
            <w:r w:rsidR="00E6330F" w:rsidRPr="00A91D02">
              <w:rPr>
                <w:sz w:val="22"/>
                <w:szCs w:val="22"/>
              </w:rPr>
              <w:t xml:space="preserve">............ zł </w:t>
            </w:r>
          </w:p>
          <w:p w14:paraId="57BDA399" w14:textId="7A8D34E9" w:rsidR="00E6330F" w:rsidRPr="00A91D02" w:rsidRDefault="00BD0342" w:rsidP="0087395E">
            <w:pPr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 xml:space="preserve">             </w:t>
            </w:r>
            <w:r w:rsidR="00E6330F" w:rsidRPr="00A91D02">
              <w:rPr>
                <w:sz w:val="22"/>
                <w:szCs w:val="22"/>
              </w:rPr>
              <w:t>(słownie: ............................................................................ zł),</w:t>
            </w:r>
          </w:p>
          <w:p w14:paraId="213A12CE" w14:textId="79CF95DE" w:rsidR="00E6330F" w:rsidRPr="00A91D02" w:rsidRDefault="00E6330F" w:rsidP="0087395E">
            <w:pPr>
              <w:spacing w:line="360" w:lineRule="auto"/>
              <w:ind w:right="177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 xml:space="preserve"> </w:t>
            </w:r>
            <w:r w:rsidR="00BD0342" w:rsidRPr="00A91D02">
              <w:rPr>
                <w:sz w:val="22"/>
                <w:szCs w:val="22"/>
              </w:rPr>
              <w:t xml:space="preserve">            </w:t>
            </w:r>
            <w:r w:rsidRPr="00A91D02">
              <w:rPr>
                <w:sz w:val="22"/>
                <w:szCs w:val="22"/>
              </w:rPr>
              <w:t>natomiast wraz z należnym podatkiem VAT w wysokości</w:t>
            </w:r>
            <w:r w:rsidR="00CA4C84" w:rsidRPr="00A91D02">
              <w:rPr>
                <w:sz w:val="22"/>
                <w:szCs w:val="22"/>
              </w:rPr>
              <w:t>:</w:t>
            </w:r>
            <w:r w:rsidRPr="00A91D02">
              <w:rPr>
                <w:sz w:val="22"/>
                <w:szCs w:val="22"/>
              </w:rPr>
              <w:t xml:space="preserve"> ......%,</w:t>
            </w:r>
          </w:p>
          <w:p w14:paraId="222A8C79" w14:textId="43D5BD65" w:rsidR="00E6330F" w:rsidRPr="00A91D02" w:rsidRDefault="00BD0342" w:rsidP="0087395E">
            <w:pPr>
              <w:spacing w:line="360" w:lineRule="auto"/>
              <w:ind w:right="177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 xml:space="preserve">             </w:t>
            </w:r>
            <w:r w:rsidR="00E6330F" w:rsidRPr="00A91D02">
              <w:rPr>
                <w:sz w:val="22"/>
                <w:szCs w:val="22"/>
              </w:rPr>
              <w:t>wynosi kwotę brutto</w:t>
            </w:r>
            <w:r w:rsidR="00CA4C84" w:rsidRPr="00A91D02">
              <w:rPr>
                <w:sz w:val="22"/>
                <w:szCs w:val="22"/>
              </w:rPr>
              <w:t>:</w:t>
            </w:r>
            <w:r w:rsidR="00E6330F" w:rsidRPr="00A91D02">
              <w:rPr>
                <w:sz w:val="22"/>
                <w:szCs w:val="22"/>
              </w:rPr>
              <w:t xml:space="preserve"> </w:t>
            </w:r>
            <w:r w:rsidR="00731143" w:rsidRPr="00A91D02">
              <w:rPr>
                <w:sz w:val="22"/>
                <w:szCs w:val="22"/>
              </w:rPr>
              <w:t xml:space="preserve">...............................  </w:t>
            </w:r>
            <w:r w:rsidR="00E6330F" w:rsidRPr="00A91D02">
              <w:rPr>
                <w:sz w:val="22"/>
                <w:szCs w:val="22"/>
              </w:rPr>
              <w:t xml:space="preserve">zł </w:t>
            </w:r>
          </w:p>
          <w:p w14:paraId="615D5FA0" w14:textId="4BF3B9F7" w:rsidR="00E6330F" w:rsidRPr="00A91D02" w:rsidRDefault="00BD0342" w:rsidP="0087395E">
            <w:pPr>
              <w:spacing w:after="60" w:line="360" w:lineRule="auto"/>
              <w:ind w:right="177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 xml:space="preserve">            </w:t>
            </w:r>
            <w:r w:rsidR="00394DC7" w:rsidRPr="00A91D02">
              <w:rPr>
                <w:sz w:val="22"/>
                <w:szCs w:val="22"/>
              </w:rPr>
              <w:t xml:space="preserve"> </w:t>
            </w:r>
            <w:r w:rsidR="00E6330F" w:rsidRPr="00A91D02">
              <w:rPr>
                <w:sz w:val="22"/>
                <w:szCs w:val="22"/>
              </w:rPr>
              <w:t xml:space="preserve">(słownie: </w:t>
            </w:r>
            <w:r w:rsidR="00731143" w:rsidRPr="00A91D02">
              <w:rPr>
                <w:sz w:val="22"/>
                <w:szCs w:val="22"/>
              </w:rPr>
              <w:t xml:space="preserve">............................................................................ </w:t>
            </w:r>
            <w:r w:rsidR="00E6330F" w:rsidRPr="00A91D02">
              <w:rPr>
                <w:sz w:val="22"/>
                <w:szCs w:val="22"/>
              </w:rPr>
              <w:t>zł)</w:t>
            </w:r>
          </w:p>
          <w:p w14:paraId="6520361F" w14:textId="093038FF" w:rsidR="000D60E1" w:rsidRPr="00A91D02" w:rsidRDefault="0006454B" w:rsidP="00B20553">
            <w:pPr>
              <w:pStyle w:val="Akapitzlist"/>
              <w:numPr>
                <w:ilvl w:val="0"/>
                <w:numId w:val="7"/>
              </w:numPr>
              <w:spacing w:after="60"/>
              <w:ind w:left="714" w:right="17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A91D02">
              <w:rPr>
                <w:b/>
                <w:bCs/>
                <w:sz w:val="22"/>
                <w:szCs w:val="22"/>
              </w:rPr>
              <w:t xml:space="preserve">Doświadczenie zawodowe </w:t>
            </w:r>
            <w:r w:rsidRPr="00A91D02">
              <w:rPr>
                <w:sz w:val="22"/>
                <w:szCs w:val="22"/>
              </w:rPr>
              <w:t>w latach</w:t>
            </w:r>
            <w:r w:rsidR="000D60E1" w:rsidRPr="00A91D02">
              <w:rPr>
                <w:sz w:val="22"/>
                <w:szCs w:val="22"/>
              </w:rPr>
              <w:t xml:space="preserve"> osób wyznaczonych do realizacji zamówienia</w:t>
            </w:r>
            <w:r w:rsidR="00704EF9" w:rsidRPr="00A91D02">
              <w:rPr>
                <w:sz w:val="22"/>
                <w:szCs w:val="22"/>
              </w:rPr>
              <w:t>:</w:t>
            </w:r>
          </w:p>
          <w:p w14:paraId="1EEE6614" w14:textId="77777777" w:rsidR="00A91D02" w:rsidRPr="00A91D02" w:rsidRDefault="00A91D02" w:rsidP="00A91D02">
            <w:pPr>
              <w:pStyle w:val="Akapitzlist"/>
              <w:spacing w:after="60"/>
              <w:ind w:left="714" w:right="177"/>
              <w:contextualSpacing w:val="0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188"/>
              <w:tblOverlap w:val="never"/>
              <w:tblW w:w="722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115"/>
              <w:gridCol w:w="2548"/>
            </w:tblGrid>
            <w:tr w:rsidR="00A91D02" w:rsidRPr="00A91D02" w14:paraId="46EBA178" w14:textId="77777777" w:rsidTr="00E17F23">
              <w:trPr>
                <w:trHeight w:val="112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308FBBA" w14:textId="77777777" w:rsidR="00A91D02" w:rsidRPr="00A91D02" w:rsidRDefault="00A91D02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A91D02">
                    <w:rPr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AADAF05" w14:textId="25F07C75" w:rsidR="00A91D02" w:rsidRPr="00A91D02" w:rsidRDefault="00A91D02" w:rsidP="00E17F23">
                  <w:pPr>
                    <w:pStyle w:val="Akapitzlist"/>
                    <w:spacing w:after="60"/>
                    <w:ind w:left="0"/>
                    <w:rPr>
                      <w:sz w:val="20"/>
                      <w:szCs w:val="20"/>
                    </w:rPr>
                  </w:pPr>
                  <w:r w:rsidRPr="00A91D02">
                    <w:rPr>
                      <w:sz w:val="20"/>
                      <w:szCs w:val="20"/>
                    </w:rPr>
                    <w:t>posiadanie uprawnień w zakresie pełnienia funkcji inspektora nadzoru w branży budowlanej be</w:t>
                  </w:r>
                  <w:r>
                    <w:rPr>
                      <w:sz w:val="20"/>
                      <w:szCs w:val="20"/>
                    </w:rPr>
                    <w:t>z</w:t>
                  </w:r>
                  <w:r w:rsidRPr="00A91D02">
                    <w:rPr>
                      <w:sz w:val="20"/>
                      <w:szCs w:val="20"/>
                    </w:rPr>
                    <w:t xml:space="preserve"> ograniczeń wraz z uprawnieniami konserwatorskimi: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1FF8E2" w14:textId="205596FE" w:rsidR="00A91D02" w:rsidRPr="00E17F23" w:rsidRDefault="00A91D02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</w:t>
                  </w:r>
                  <w:r w:rsidR="00E17F23" w:rsidRPr="00E17F23">
                    <w:rPr>
                      <w:sz w:val="22"/>
                      <w:szCs w:val="22"/>
                    </w:rPr>
                    <w:t xml:space="preserve">od </w:t>
                  </w:r>
                  <w:r w:rsidRPr="00E17F23">
                    <w:rPr>
                      <w:sz w:val="22"/>
                      <w:szCs w:val="22"/>
                    </w:rPr>
                    <w:t>0</w:t>
                  </w:r>
                  <w:r w:rsidR="00E17F23" w:rsidRPr="00E17F23">
                    <w:rPr>
                      <w:sz w:val="22"/>
                      <w:szCs w:val="22"/>
                    </w:rPr>
                    <w:t xml:space="preserve"> do </w:t>
                  </w:r>
                  <w:r w:rsidRPr="00E17F23">
                    <w:rPr>
                      <w:sz w:val="22"/>
                      <w:szCs w:val="22"/>
                    </w:rPr>
                    <w:t>5 lata</w:t>
                  </w:r>
                </w:p>
                <w:p w14:paraId="199BCB10" w14:textId="30D4A1BC" w:rsidR="00A91D02" w:rsidRPr="00E17F23" w:rsidRDefault="00A91D02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</w:t>
                  </w:r>
                  <w:r w:rsidR="00E17F23" w:rsidRPr="00E17F23">
                    <w:rPr>
                      <w:sz w:val="22"/>
                      <w:szCs w:val="22"/>
                    </w:rPr>
                    <w:t xml:space="preserve">powyżej </w:t>
                  </w:r>
                  <w:r w:rsidRPr="00E17F23">
                    <w:rPr>
                      <w:sz w:val="22"/>
                      <w:szCs w:val="22"/>
                    </w:rPr>
                    <w:t>5</w:t>
                  </w:r>
                  <w:r w:rsidR="00E17F23" w:rsidRPr="00E17F23">
                    <w:rPr>
                      <w:sz w:val="22"/>
                      <w:szCs w:val="22"/>
                    </w:rPr>
                    <w:t xml:space="preserve"> do</w:t>
                  </w:r>
                  <w:r w:rsidRPr="00E17F23">
                    <w:rPr>
                      <w:sz w:val="22"/>
                      <w:szCs w:val="22"/>
                    </w:rPr>
                    <w:t>10 lat</w:t>
                  </w:r>
                </w:p>
                <w:p w14:paraId="702B4464" w14:textId="613F1969" w:rsidR="00A91D02" w:rsidRPr="00E17F23" w:rsidRDefault="00A91D02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</w:t>
                  </w:r>
                  <w:r w:rsidR="00E17F23" w:rsidRPr="00E17F23">
                    <w:rPr>
                      <w:sz w:val="22"/>
                      <w:szCs w:val="22"/>
                    </w:rPr>
                    <w:t xml:space="preserve">powyżej </w:t>
                  </w:r>
                  <w:r w:rsidRPr="00E17F23">
                    <w:rPr>
                      <w:sz w:val="22"/>
                      <w:szCs w:val="22"/>
                    </w:rPr>
                    <w:t>10</w:t>
                  </w:r>
                  <w:r w:rsidR="00E17F23" w:rsidRPr="00E17F23">
                    <w:rPr>
                      <w:sz w:val="22"/>
                      <w:szCs w:val="22"/>
                    </w:rPr>
                    <w:t xml:space="preserve"> </w:t>
                  </w:r>
                  <w:r w:rsidRPr="00E17F23">
                    <w:rPr>
                      <w:sz w:val="22"/>
                      <w:szCs w:val="22"/>
                    </w:rPr>
                    <w:t>lat</w:t>
                  </w:r>
                </w:p>
              </w:tc>
            </w:tr>
            <w:tr w:rsidR="00A91D02" w:rsidRPr="00A91D02" w14:paraId="19C3BFB6" w14:textId="77777777" w:rsidTr="00E17F23">
              <w:trPr>
                <w:trHeight w:val="1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89E5D39" w14:textId="77777777" w:rsidR="00A91D02" w:rsidRPr="00A91D02" w:rsidRDefault="00A91D02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A91D02">
                    <w:rPr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E6B2B5F" w14:textId="189467A8" w:rsidR="00A91D02" w:rsidRPr="003B7C7B" w:rsidRDefault="00A91D02" w:rsidP="00E17F23">
                  <w:pPr>
                    <w:pStyle w:val="Akapitzlist"/>
                    <w:spacing w:after="60"/>
                    <w:ind w:left="0"/>
                    <w:rPr>
                      <w:color w:val="00A13A"/>
                      <w:sz w:val="20"/>
                      <w:szCs w:val="20"/>
                    </w:rPr>
                  </w:pPr>
                  <w:r w:rsidRPr="003B7C7B">
                    <w:rPr>
                      <w:color w:val="00A13A"/>
                      <w:sz w:val="20"/>
                      <w:szCs w:val="20"/>
                    </w:rPr>
                    <w:t xml:space="preserve">posiadanie uprawnień w zakresie pełnienia funkcji inspektora nadzoru w branża instalacyjna w zakresie sieci, instalacji i urządzeń elektrycznych i elektroenergetycznych bez ograniczeń: 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56CFA3" w14:textId="77777777" w:rsidR="00E17F23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od 0 do 5 lata</w:t>
                  </w:r>
                </w:p>
                <w:p w14:paraId="6E6850B1" w14:textId="77777777" w:rsidR="00E17F23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5 do10 lat</w:t>
                  </w:r>
                </w:p>
                <w:p w14:paraId="7B522789" w14:textId="32EC8426" w:rsidR="00A91D02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10 lat</w:t>
                  </w:r>
                </w:p>
              </w:tc>
            </w:tr>
            <w:tr w:rsidR="00A91D02" w:rsidRPr="00A91D02" w14:paraId="1971B194" w14:textId="77777777" w:rsidTr="00E17F23">
              <w:trPr>
                <w:trHeight w:val="1137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59E7639" w14:textId="77777777" w:rsidR="00A91D02" w:rsidRPr="00A91D02" w:rsidRDefault="00A91D02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A91D02">
                    <w:rPr>
                      <w:sz w:val="22"/>
                      <w:szCs w:val="22"/>
                    </w:rPr>
                    <w:t>3)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B2A18AA" w14:textId="74EA56CB" w:rsidR="00A91D02" w:rsidRPr="003B7C7B" w:rsidRDefault="00A91D02" w:rsidP="00E17F23">
                  <w:pPr>
                    <w:pStyle w:val="Akapitzlist"/>
                    <w:spacing w:after="60"/>
                    <w:ind w:left="0"/>
                    <w:rPr>
                      <w:color w:val="00A13A"/>
                      <w:sz w:val="20"/>
                      <w:szCs w:val="20"/>
                    </w:rPr>
                  </w:pPr>
                  <w:r w:rsidRPr="003B7C7B">
                    <w:rPr>
                      <w:color w:val="00A13A"/>
                      <w:sz w:val="20"/>
                      <w:szCs w:val="20"/>
                    </w:rPr>
                    <w:t>posiadanie uprawnień w zakresie pełnienia funkcji inspektora nadzoru w branży sanitarnej be</w:t>
                  </w:r>
                  <w:r w:rsidR="00286E9B" w:rsidRPr="003B7C7B">
                    <w:rPr>
                      <w:color w:val="00A13A"/>
                      <w:sz w:val="20"/>
                      <w:szCs w:val="20"/>
                    </w:rPr>
                    <w:t>z</w:t>
                  </w:r>
                  <w:r w:rsidRPr="003B7C7B">
                    <w:rPr>
                      <w:color w:val="00A13A"/>
                      <w:sz w:val="20"/>
                      <w:szCs w:val="20"/>
                    </w:rPr>
                    <w:t xml:space="preserve"> ograniczeń: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955DB0" w14:textId="77777777" w:rsidR="00E17F23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od 0 do 5 lata</w:t>
                  </w:r>
                </w:p>
                <w:p w14:paraId="77380638" w14:textId="77777777" w:rsidR="00E17F23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5 do10 lat</w:t>
                  </w:r>
                </w:p>
                <w:p w14:paraId="0C3647EB" w14:textId="3B539804" w:rsidR="00A91D02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10 lat</w:t>
                  </w:r>
                </w:p>
              </w:tc>
            </w:tr>
          </w:tbl>
          <w:p w14:paraId="506D0FEE" w14:textId="77777777" w:rsidR="00A91D02" w:rsidRPr="00A91D02" w:rsidRDefault="00A91D02" w:rsidP="00A91D02">
            <w:pPr>
              <w:pStyle w:val="Akapitzlist"/>
              <w:spacing w:after="60"/>
              <w:ind w:left="714" w:right="177"/>
              <w:contextualSpacing w:val="0"/>
              <w:rPr>
                <w:b/>
                <w:bCs/>
                <w:sz w:val="22"/>
                <w:szCs w:val="22"/>
              </w:rPr>
            </w:pPr>
          </w:p>
          <w:p w14:paraId="7B7A8E5A" w14:textId="36937C64" w:rsidR="00B20553" w:rsidRPr="00A91D02" w:rsidRDefault="00A91D02" w:rsidP="00A91D02">
            <w:pPr>
              <w:pStyle w:val="Akapitzlist"/>
              <w:spacing w:before="240" w:after="60"/>
              <w:ind w:left="1021" w:right="1027"/>
              <w:contextualSpacing w:val="0"/>
              <w:jc w:val="both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>Wykonawca oświadcza, że posiada uprawnienia o których nowa w art. 37a ust. 1 i 2 ustawy z dnia 23 lipca 2003 r. o ochronie zabytków i opiece nad zabytkami lub przedstawi i zapewni przez cały czas obowiązywania umowy kadrę, która posiada ww. uprawnienia</w:t>
            </w:r>
          </w:p>
          <w:p w14:paraId="578588C8" w14:textId="5CCF8AC4" w:rsidR="001038CA" w:rsidRPr="00A91D02" w:rsidRDefault="001038CA" w:rsidP="00B20553">
            <w:pPr>
              <w:pStyle w:val="Akapitzlist"/>
              <w:numPr>
                <w:ilvl w:val="0"/>
                <w:numId w:val="7"/>
              </w:numPr>
              <w:spacing w:before="240" w:after="120"/>
              <w:ind w:left="714" w:right="177" w:hanging="357"/>
              <w:contextualSpacing w:val="0"/>
              <w:rPr>
                <w:b/>
                <w:bCs/>
                <w:sz w:val="22"/>
                <w:szCs w:val="22"/>
              </w:rPr>
            </w:pPr>
            <w:r w:rsidRPr="00A91D02">
              <w:rPr>
                <w:b/>
                <w:bCs/>
                <w:sz w:val="22"/>
                <w:szCs w:val="22"/>
              </w:rPr>
              <w:t>Aspekty środowiskowe</w:t>
            </w:r>
          </w:p>
          <w:p w14:paraId="1FD44199" w14:textId="77777777" w:rsidR="00C04DE0" w:rsidRPr="00A91D02" w:rsidRDefault="00C04DE0" w:rsidP="00C04DE0">
            <w:pPr>
              <w:pStyle w:val="Akapitzlist"/>
              <w:spacing w:after="120"/>
              <w:ind w:left="714" w:right="176"/>
              <w:contextualSpacing w:val="0"/>
              <w:jc w:val="both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 xml:space="preserve">Wykonawca oświadcza, że </w:t>
            </w:r>
            <w:bookmarkStart w:id="0" w:name="_Hlk210729121"/>
            <w:r w:rsidRPr="00A91D02">
              <w:rPr>
                <w:sz w:val="22"/>
                <w:szCs w:val="22"/>
              </w:rPr>
              <w:t xml:space="preserve">przy realizacji przedmiotu zamówienia </w:t>
            </w:r>
            <w:bookmarkEnd w:id="0"/>
            <w:r w:rsidRPr="00A91D02">
              <w:rPr>
                <w:sz w:val="22"/>
                <w:szCs w:val="22"/>
              </w:rPr>
              <w:t xml:space="preserve">wykorzysta </w:t>
            </w:r>
            <w:bookmarkStart w:id="1" w:name="_Hlk210729110"/>
            <w:r w:rsidRPr="00A91D02">
              <w:rPr>
                <w:sz w:val="22"/>
                <w:szCs w:val="22"/>
              </w:rPr>
              <w:t>minimum 1 pojazd samochodowy o napędzie elektrycznym lub hybrydowym bądź pojazd samochodowy wykorzystujący do napędu inne paliwo alternatywne</w:t>
            </w:r>
            <w:bookmarkEnd w:id="1"/>
            <w:r w:rsidRPr="00A91D02">
              <w:rPr>
                <w:sz w:val="22"/>
                <w:szCs w:val="22"/>
              </w:rPr>
              <w:t xml:space="preserve">:          </w:t>
            </w:r>
          </w:p>
          <w:p w14:paraId="0FEFD7F6" w14:textId="3AEEDA4B" w:rsidR="00C04DE0" w:rsidRPr="00A91D02" w:rsidRDefault="00C04DE0" w:rsidP="00C04DE0">
            <w:pPr>
              <w:pStyle w:val="Akapitzlist"/>
              <w:spacing w:after="120"/>
              <w:ind w:left="714" w:right="177"/>
              <w:contextualSpacing w:val="0"/>
              <w:jc w:val="center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>TAK</w:t>
            </w:r>
            <w:r w:rsidRPr="00A91D02">
              <w:rPr>
                <w:color w:val="EE0000"/>
                <w:sz w:val="22"/>
                <w:szCs w:val="22"/>
              </w:rPr>
              <w:t>**</w:t>
            </w:r>
            <w:r w:rsidRPr="00A91D02">
              <w:rPr>
                <w:sz w:val="22"/>
                <w:szCs w:val="22"/>
              </w:rPr>
              <w:t xml:space="preserve">     /       NIE</w:t>
            </w:r>
            <w:r w:rsidRPr="00A91D02">
              <w:rPr>
                <w:color w:val="EE0000"/>
                <w:sz w:val="22"/>
                <w:szCs w:val="22"/>
              </w:rPr>
              <w:t>**</w:t>
            </w:r>
            <w:r w:rsidRPr="00A91D02">
              <w:rPr>
                <w:sz w:val="22"/>
                <w:szCs w:val="22"/>
              </w:rPr>
              <w:t>.</w:t>
            </w:r>
          </w:p>
          <w:p w14:paraId="6414DA31" w14:textId="5C73C96A" w:rsidR="0050116E" w:rsidRPr="00B20553" w:rsidRDefault="0050116E" w:rsidP="0050116E">
            <w:pPr>
              <w:spacing w:before="120" w:after="120"/>
              <w:ind w:left="738" w:right="177"/>
              <w:jc w:val="both"/>
              <w:rPr>
                <w:i/>
                <w:iCs/>
                <w:sz w:val="14"/>
                <w:szCs w:val="14"/>
              </w:rPr>
            </w:pPr>
            <w:r w:rsidRPr="00A91D02">
              <w:rPr>
                <w:i/>
                <w:iCs/>
                <w:color w:val="FF0000"/>
                <w:sz w:val="18"/>
                <w:szCs w:val="18"/>
              </w:rPr>
              <w:t>** niepotrzebne skreślić</w:t>
            </w:r>
          </w:p>
          <w:p w14:paraId="5E188104" w14:textId="37A20AD5" w:rsidR="00C04DE0" w:rsidRPr="002D23D3" w:rsidRDefault="00C04DE0" w:rsidP="003A7383">
            <w:pPr>
              <w:spacing w:before="120" w:after="120"/>
              <w:ind w:left="738" w:right="177"/>
              <w:jc w:val="both"/>
              <w:rPr>
                <w:sz w:val="20"/>
                <w:szCs w:val="20"/>
              </w:rPr>
            </w:pPr>
            <w:r w:rsidRPr="00B20553">
              <w:rPr>
                <w:sz w:val="20"/>
                <w:szCs w:val="20"/>
              </w:rPr>
              <w:lastRenderedPageBreak/>
              <w:t xml:space="preserve">Jeżeli Wykonawca nie oświadczy w sposób jednoznaczny i niebudzący wątpliwości kwestii dot. aspektu środowiskowego, Zamawiający przyjmie, że Wykonawca nie wykorzysta pojazdu samochodowego o napędzie elektrycznym lub hybrydowym bądź pojazd samochodowy wykorzystujący do napędu inne paliwo alternatywne przy realizacji przedmiotu zamówienia i tym samym otrzyma w tym kryterium 0 </w:t>
            </w:r>
            <w:r w:rsidRPr="002D23D3">
              <w:rPr>
                <w:sz w:val="20"/>
                <w:szCs w:val="20"/>
              </w:rPr>
              <w:t>punktów.</w:t>
            </w:r>
          </w:p>
          <w:p w14:paraId="6EE9A982" w14:textId="37CACE72" w:rsidR="001038CA" w:rsidRPr="002D23D3" w:rsidRDefault="001038CA" w:rsidP="0087395E">
            <w:pPr>
              <w:pStyle w:val="Akapitzlist"/>
              <w:numPr>
                <w:ilvl w:val="0"/>
                <w:numId w:val="7"/>
              </w:numPr>
              <w:spacing w:after="120"/>
              <w:ind w:left="714" w:right="177" w:hanging="357"/>
              <w:contextualSpacing w:val="0"/>
              <w:rPr>
                <w:sz w:val="22"/>
                <w:szCs w:val="22"/>
              </w:rPr>
            </w:pPr>
            <w:r w:rsidRPr="002D23D3">
              <w:rPr>
                <w:b/>
                <w:bCs/>
                <w:sz w:val="22"/>
                <w:szCs w:val="22"/>
              </w:rPr>
              <w:t>Aspekty społeczne</w:t>
            </w:r>
          </w:p>
          <w:p w14:paraId="00820F7A" w14:textId="56D1007E" w:rsidR="003630B1" w:rsidRPr="002D23D3" w:rsidRDefault="003630B1" w:rsidP="00C04DE0">
            <w:pPr>
              <w:pStyle w:val="Akapitzlist"/>
              <w:spacing w:after="120"/>
              <w:ind w:right="176"/>
              <w:contextualSpacing w:val="0"/>
              <w:jc w:val="both"/>
              <w:rPr>
                <w:sz w:val="22"/>
                <w:szCs w:val="22"/>
              </w:rPr>
            </w:pPr>
            <w:r w:rsidRPr="002D23D3">
              <w:rPr>
                <w:sz w:val="22"/>
                <w:szCs w:val="22"/>
              </w:rPr>
              <w:t xml:space="preserve">Wykonawca oświadcza, że </w:t>
            </w:r>
            <w:r w:rsidR="00043D4D" w:rsidRPr="002D23D3">
              <w:rPr>
                <w:sz w:val="22"/>
                <w:szCs w:val="22"/>
              </w:rPr>
              <w:t xml:space="preserve">na cały </w:t>
            </w:r>
            <w:r w:rsidRPr="002D23D3">
              <w:rPr>
                <w:sz w:val="22"/>
                <w:szCs w:val="22"/>
              </w:rPr>
              <w:t>okres wykonywania zamówienia (umowy) zatrudni co najmniej jedną osobę bezrobotną</w:t>
            </w:r>
            <w:r w:rsidR="00043D4D" w:rsidRPr="002D23D3">
              <w:rPr>
                <w:sz w:val="22"/>
                <w:szCs w:val="22"/>
              </w:rPr>
              <w:t xml:space="preserve"> </w:t>
            </w:r>
            <w:r w:rsidR="00043D4D" w:rsidRPr="002D23D3">
              <w:t>w wymiarze minimum ½ etatu</w:t>
            </w:r>
            <w:r w:rsidRPr="002D23D3">
              <w:rPr>
                <w:sz w:val="22"/>
                <w:szCs w:val="22"/>
              </w:rPr>
              <w:t>:</w:t>
            </w:r>
            <w:r w:rsidR="00043D4D" w:rsidRPr="002D23D3">
              <w:rPr>
                <w:sz w:val="22"/>
                <w:szCs w:val="22"/>
              </w:rPr>
              <w:t xml:space="preserve"> </w:t>
            </w:r>
            <w:r w:rsidRPr="002D23D3">
              <w:rPr>
                <w:sz w:val="22"/>
                <w:szCs w:val="22"/>
              </w:rPr>
              <w:t xml:space="preserve"> </w:t>
            </w:r>
          </w:p>
          <w:p w14:paraId="628E1DB7" w14:textId="45E9E2DE" w:rsidR="00C04DE0" w:rsidRPr="002D23D3" w:rsidRDefault="00C04DE0" w:rsidP="00C04DE0">
            <w:pPr>
              <w:pStyle w:val="Akapitzlist"/>
              <w:spacing w:after="120"/>
              <w:ind w:left="714" w:right="177"/>
              <w:contextualSpacing w:val="0"/>
              <w:jc w:val="center"/>
              <w:rPr>
                <w:sz w:val="22"/>
                <w:szCs w:val="22"/>
              </w:rPr>
            </w:pPr>
            <w:r w:rsidRPr="002D23D3">
              <w:rPr>
                <w:sz w:val="22"/>
                <w:szCs w:val="22"/>
              </w:rPr>
              <w:t>TAK</w:t>
            </w:r>
            <w:r w:rsidRPr="002D23D3">
              <w:rPr>
                <w:color w:val="EE0000"/>
                <w:sz w:val="22"/>
                <w:szCs w:val="22"/>
              </w:rPr>
              <w:t>**</w:t>
            </w:r>
            <w:r w:rsidRPr="002D23D3">
              <w:rPr>
                <w:sz w:val="22"/>
                <w:szCs w:val="22"/>
              </w:rPr>
              <w:t xml:space="preserve">     /       NIE</w:t>
            </w:r>
            <w:r w:rsidRPr="002D23D3">
              <w:rPr>
                <w:color w:val="EE0000"/>
                <w:sz w:val="22"/>
                <w:szCs w:val="22"/>
              </w:rPr>
              <w:t>**</w:t>
            </w:r>
            <w:r w:rsidRPr="002D23D3">
              <w:rPr>
                <w:sz w:val="22"/>
                <w:szCs w:val="22"/>
              </w:rPr>
              <w:t>.</w:t>
            </w:r>
          </w:p>
          <w:p w14:paraId="7E636237" w14:textId="6A9D16F6" w:rsidR="0050116E" w:rsidRPr="002D23D3" w:rsidRDefault="0050116E" w:rsidP="0050116E">
            <w:pPr>
              <w:spacing w:before="120" w:after="120"/>
              <w:ind w:left="738" w:right="177"/>
              <w:jc w:val="both"/>
              <w:rPr>
                <w:i/>
                <w:iCs/>
                <w:sz w:val="14"/>
                <w:szCs w:val="14"/>
              </w:rPr>
            </w:pPr>
            <w:r w:rsidRPr="002D23D3">
              <w:rPr>
                <w:i/>
                <w:iCs/>
                <w:color w:val="FF0000"/>
                <w:sz w:val="18"/>
                <w:szCs w:val="18"/>
              </w:rPr>
              <w:t>** niepotrzebne skreślić</w:t>
            </w:r>
          </w:p>
          <w:p w14:paraId="4BF023BB" w14:textId="261E1E53" w:rsidR="001038CA" w:rsidRPr="00303D3B" w:rsidRDefault="003630B1" w:rsidP="00043D4D">
            <w:pPr>
              <w:pStyle w:val="Akapitzlist"/>
              <w:spacing w:after="120"/>
              <w:ind w:right="177"/>
              <w:contextualSpacing w:val="0"/>
              <w:jc w:val="both"/>
              <w:rPr>
                <w:sz w:val="20"/>
                <w:szCs w:val="20"/>
              </w:rPr>
            </w:pPr>
            <w:r w:rsidRPr="002D23D3">
              <w:rPr>
                <w:sz w:val="20"/>
                <w:szCs w:val="20"/>
              </w:rPr>
              <w:t xml:space="preserve">Jeżeli Wykonawca nie oświadczy w sposób jednoznaczny i niebudzący wątpliwości kwestii dot. aspektu społecznego, Zamawiający przyjmie, że Wykonawca nie zatrudni co najmniej jednej osoby bezrobotnej </w:t>
            </w:r>
            <w:r w:rsidR="00043D4D" w:rsidRPr="002D23D3">
              <w:rPr>
                <w:sz w:val="20"/>
                <w:szCs w:val="20"/>
              </w:rPr>
              <w:t>na</w:t>
            </w:r>
            <w:r w:rsidRPr="002D23D3">
              <w:rPr>
                <w:sz w:val="20"/>
                <w:szCs w:val="20"/>
              </w:rPr>
              <w:t xml:space="preserve"> </w:t>
            </w:r>
            <w:r w:rsidR="00043D4D" w:rsidRPr="002D23D3">
              <w:rPr>
                <w:sz w:val="20"/>
                <w:szCs w:val="20"/>
              </w:rPr>
              <w:t>cały okres</w:t>
            </w:r>
            <w:r w:rsidRPr="002D23D3">
              <w:rPr>
                <w:sz w:val="20"/>
                <w:szCs w:val="20"/>
              </w:rPr>
              <w:t xml:space="preserve"> wykonywania zamówienia (umowy) </w:t>
            </w:r>
            <w:r w:rsidR="00043D4D" w:rsidRPr="002D23D3">
              <w:rPr>
                <w:sz w:val="20"/>
                <w:szCs w:val="20"/>
              </w:rPr>
              <w:t xml:space="preserve">w wymiarze minimum ½ etatu </w:t>
            </w:r>
            <w:r w:rsidRPr="002D23D3">
              <w:rPr>
                <w:sz w:val="20"/>
                <w:szCs w:val="20"/>
              </w:rPr>
              <w:t>i tym samym otrzyma w tym kryterium 0 punktów.</w:t>
            </w:r>
          </w:p>
        </w:tc>
      </w:tr>
      <w:tr w:rsidR="00352BED" w:rsidRPr="00B87925" w14:paraId="495130C7" w14:textId="77777777" w:rsidTr="002D23D3">
        <w:trPr>
          <w:trHeight w:val="1474"/>
        </w:trPr>
        <w:tc>
          <w:tcPr>
            <w:tcW w:w="9356" w:type="dxa"/>
            <w:shd w:val="clear" w:color="auto" w:fill="F2F2F2" w:themeFill="background1" w:themeFillShade="F2"/>
            <w:vAlign w:val="center"/>
          </w:tcPr>
          <w:p w14:paraId="3F742773" w14:textId="5336FCE9" w:rsidR="00352BED" w:rsidRDefault="00352BED" w:rsidP="002D23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Część II</w:t>
            </w:r>
          </w:p>
          <w:p w14:paraId="38E1CBB8" w14:textId="413F676E" w:rsidR="00352BED" w:rsidRDefault="00352BED" w:rsidP="002D23D3">
            <w:pPr>
              <w:ind w:right="177"/>
              <w:jc w:val="center"/>
              <w:rPr>
                <w:sz w:val="22"/>
                <w:szCs w:val="22"/>
              </w:rPr>
            </w:pPr>
            <w:r w:rsidRPr="00352BED">
              <w:rPr>
                <w:b/>
                <w:sz w:val="22"/>
                <w:szCs w:val="22"/>
              </w:rPr>
              <w:t xml:space="preserve">Pełnienie funkcji inspektora nadzoru inwestorskiego dla robót budowlanych w ramach zadania pn.: Termomodernizacja </w:t>
            </w:r>
            <w:r w:rsidRPr="00352BED">
              <w:rPr>
                <w:b/>
                <w:sz w:val="22"/>
                <w:szCs w:val="22"/>
                <w:u w:val="single"/>
              </w:rPr>
              <w:t xml:space="preserve">budynku Zespołu Szkół Zawodowych w Rawiczu </w:t>
            </w:r>
            <w:r w:rsidRPr="00352BED">
              <w:rPr>
                <w:b/>
                <w:sz w:val="22"/>
                <w:szCs w:val="22"/>
              </w:rPr>
              <w:t>w ramach projektu "Kompleksowa modernizacja energetyczna budynków Zespołu Szkół Zawodowych w Rawiczu i Powiatowego Centrum Usług Wspólnych w Rawiczu"</w:t>
            </w:r>
          </w:p>
        </w:tc>
      </w:tr>
      <w:tr w:rsidR="002D23D3" w:rsidRPr="00B87925" w14:paraId="44661BCE" w14:textId="77777777" w:rsidTr="0050116E">
        <w:trPr>
          <w:trHeight w:val="582"/>
        </w:trPr>
        <w:tc>
          <w:tcPr>
            <w:tcW w:w="9356" w:type="dxa"/>
          </w:tcPr>
          <w:p w14:paraId="258BA659" w14:textId="77777777" w:rsidR="002D23D3" w:rsidRDefault="002D23D3" w:rsidP="002D23D3">
            <w:pPr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</w:p>
          <w:p w14:paraId="79795C27" w14:textId="77777777" w:rsidR="002D23D3" w:rsidRPr="00B87925" w:rsidRDefault="002D23D3" w:rsidP="002D23D3">
            <w:pPr>
              <w:pStyle w:val="Akapitzlist"/>
              <w:numPr>
                <w:ilvl w:val="0"/>
                <w:numId w:val="26"/>
              </w:numPr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  <w:r w:rsidRPr="00B87925">
              <w:rPr>
                <w:b/>
                <w:bCs/>
                <w:sz w:val="22"/>
                <w:szCs w:val="22"/>
              </w:rPr>
              <w:t>Cena (C)</w:t>
            </w:r>
            <w:r w:rsidRPr="00B87925">
              <w:rPr>
                <w:sz w:val="22"/>
                <w:szCs w:val="22"/>
              </w:rPr>
              <w:t xml:space="preserve"> za wykonanie zdania wynosi kwotę:</w:t>
            </w:r>
          </w:p>
          <w:p w14:paraId="3FD14160" w14:textId="77777777" w:rsidR="002D23D3" w:rsidRPr="00742206" w:rsidRDefault="002D23D3" w:rsidP="002D23D3">
            <w:pPr>
              <w:pStyle w:val="Akapitzlist"/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  <w:r w:rsidRPr="00742206">
              <w:rPr>
                <w:sz w:val="22"/>
                <w:szCs w:val="22"/>
              </w:rPr>
              <w:t xml:space="preserve">netto: ............................... zł </w:t>
            </w:r>
          </w:p>
          <w:p w14:paraId="59C5C76E" w14:textId="77777777" w:rsidR="002D23D3" w:rsidRPr="00742206" w:rsidRDefault="002D23D3" w:rsidP="002D23D3">
            <w:pPr>
              <w:spacing w:line="360" w:lineRule="auto"/>
              <w:ind w:right="177"/>
              <w:jc w:val="both"/>
              <w:rPr>
                <w:sz w:val="22"/>
                <w:szCs w:val="22"/>
              </w:rPr>
            </w:pPr>
            <w:r w:rsidRPr="00742206">
              <w:rPr>
                <w:sz w:val="22"/>
                <w:szCs w:val="22"/>
              </w:rPr>
              <w:t xml:space="preserve">             (słownie: ............................................................................ zł),</w:t>
            </w:r>
          </w:p>
          <w:p w14:paraId="1380B2B6" w14:textId="77777777" w:rsidR="002D23D3" w:rsidRPr="00742206" w:rsidRDefault="002D23D3" w:rsidP="002D23D3">
            <w:pPr>
              <w:spacing w:line="360" w:lineRule="auto"/>
              <w:ind w:right="177"/>
              <w:rPr>
                <w:sz w:val="22"/>
                <w:szCs w:val="22"/>
              </w:rPr>
            </w:pPr>
            <w:r w:rsidRPr="00742206">
              <w:rPr>
                <w:sz w:val="22"/>
                <w:szCs w:val="22"/>
              </w:rPr>
              <w:t xml:space="preserve">             natomiast wraz z należnym podatkiem VAT w wysokości: ......%,</w:t>
            </w:r>
          </w:p>
          <w:p w14:paraId="4B54AB3C" w14:textId="77777777" w:rsidR="002D23D3" w:rsidRPr="00742206" w:rsidRDefault="002D23D3" w:rsidP="002D23D3">
            <w:pPr>
              <w:spacing w:line="360" w:lineRule="auto"/>
              <w:ind w:right="177"/>
              <w:rPr>
                <w:sz w:val="22"/>
                <w:szCs w:val="22"/>
              </w:rPr>
            </w:pPr>
            <w:r w:rsidRPr="00742206">
              <w:rPr>
                <w:sz w:val="22"/>
                <w:szCs w:val="22"/>
              </w:rPr>
              <w:t xml:space="preserve">             wynosi kwotę brutto: ...............................  zł </w:t>
            </w:r>
          </w:p>
          <w:p w14:paraId="0A3A02B4" w14:textId="77777777" w:rsidR="002D23D3" w:rsidRPr="00A91D02" w:rsidRDefault="002D23D3" w:rsidP="002D23D3">
            <w:pPr>
              <w:spacing w:after="60" w:line="360" w:lineRule="auto"/>
              <w:ind w:right="177"/>
              <w:rPr>
                <w:sz w:val="22"/>
                <w:szCs w:val="22"/>
              </w:rPr>
            </w:pPr>
            <w:r w:rsidRPr="00742206">
              <w:rPr>
                <w:sz w:val="22"/>
                <w:szCs w:val="22"/>
              </w:rPr>
              <w:t xml:space="preserve">             </w:t>
            </w:r>
            <w:r w:rsidRPr="000D60E1">
              <w:rPr>
                <w:sz w:val="22"/>
                <w:szCs w:val="22"/>
              </w:rPr>
              <w:t>(</w:t>
            </w:r>
            <w:r w:rsidRPr="00A91D02">
              <w:rPr>
                <w:sz w:val="22"/>
                <w:szCs w:val="22"/>
              </w:rPr>
              <w:t>słownie: ............................................................................ zł)</w:t>
            </w:r>
          </w:p>
          <w:p w14:paraId="6E866810" w14:textId="77777777" w:rsidR="002D23D3" w:rsidRPr="00A91D02" w:rsidRDefault="002D23D3" w:rsidP="002D23D3">
            <w:pPr>
              <w:pStyle w:val="Akapitzlist"/>
              <w:numPr>
                <w:ilvl w:val="0"/>
                <w:numId w:val="26"/>
              </w:numPr>
              <w:spacing w:after="60"/>
              <w:ind w:left="714" w:right="177" w:hanging="357"/>
              <w:contextualSpacing w:val="0"/>
              <w:rPr>
                <w:b/>
                <w:bCs/>
                <w:sz w:val="20"/>
                <w:szCs w:val="20"/>
              </w:rPr>
            </w:pPr>
            <w:r w:rsidRPr="00A91D02">
              <w:rPr>
                <w:b/>
                <w:bCs/>
                <w:sz w:val="22"/>
                <w:szCs w:val="22"/>
              </w:rPr>
              <w:t xml:space="preserve">Doświadczenie zawodowe </w:t>
            </w:r>
            <w:r w:rsidRPr="00A91D02">
              <w:rPr>
                <w:sz w:val="22"/>
                <w:szCs w:val="22"/>
              </w:rPr>
              <w:t>w latach osób wyznaczonych do realizacji zamówienia:</w:t>
            </w:r>
          </w:p>
          <w:p w14:paraId="4F4D74AE" w14:textId="77777777" w:rsidR="00A91D02" w:rsidRPr="00A91D02" w:rsidRDefault="00A91D02" w:rsidP="00A91D02">
            <w:pPr>
              <w:pStyle w:val="Akapitzlist"/>
              <w:spacing w:after="60"/>
              <w:ind w:left="714" w:right="177"/>
              <w:contextualSpacing w:val="0"/>
              <w:rPr>
                <w:b/>
                <w:bCs/>
                <w:sz w:val="22"/>
                <w:szCs w:val="22"/>
              </w:rPr>
            </w:pPr>
          </w:p>
          <w:tbl>
            <w:tblPr>
              <w:tblStyle w:val="Tabela-Siatka"/>
              <w:tblpPr w:leftFromText="141" w:rightFromText="141" w:vertAnchor="text" w:horzAnchor="margin" w:tblpXSpec="center" w:tblpY="-188"/>
              <w:tblOverlap w:val="never"/>
              <w:tblW w:w="722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115"/>
              <w:gridCol w:w="2548"/>
            </w:tblGrid>
            <w:tr w:rsidR="00E17F23" w:rsidRPr="00A91D02" w14:paraId="0AE7FA8D" w14:textId="77777777" w:rsidTr="00E17F23">
              <w:trPr>
                <w:trHeight w:val="1132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532CF9D" w14:textId="77777777" w:rsidR="00E17F23" w:rsidRPr="00A91D02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A91D02">
                    <w:rPr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953772E" w14:textId="77777777" w:rsidR="00E17F23" w:rsidRPr="00A91D02" w:rsidRDefault="00E17F23" w:rsidP="00E17F23">
                  <w:pPr>
                    <w:pStyle w:val="Akapitzlist"/>
                    <w:spacing w:after="60"/>
                    <w:ind w:left="0"/>
                    <w:rPr>
                      <w:sz w:val="20"/>
                      <w:szCs w:val="20"/>
                    </w:rPr>
                  </w:pPr>
                  <w:r w:rsidRPr="00A91D02">
                    <w:rPr>
                      <w:sz w:val="20"/>
                      <w:szCs w:val="20"/>
                    </w:rPr>
                    <w:t>posiadanie uprawnień w zakresie pełnienia funkcji inspektora nadzoru w branży budowlanej be ograniczeń wraz z uprawnieniami konserwatorskimi: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F6846C" w14:textId="77777777" w:rsidR="00E17F23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od 0 do 5 lata</w:t>
                  </w:r>
                </w:p>
                <w:p w14:paraId="3942DFA1" w14:textId="77777777" w:rsidR="00E17F23" w:rsidRPr="00E17F23" w:rsidRDefault="00E17F23" w:rsidP="00E17F23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5 do10 lat</w:t>
                  </w:r>
                </w:p>
                <w:p w14:paraId="1508BA83" w14:textId="5589E666" w:rsidR="00E17F23" w:rsidRPr="00A91D02" w:rsidRDefault="00E17F23" w:rsidP="00E17F23">
                  <w:pPr>
                    <w:pStyle w:val="Akapitzlist"/>
                    <w:spacing w:after="60"/>
                    <w:ind w:left="0"/>
                    <w:rPr>
                      <w:sz w:val="20"/>
                      <w:szCs w:val="20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10 lat</w:t>
                  </w:r>
                </w:p>
              </w:tc>
            </w:tr>
            <w:tr w:rsidR="003B7C7B" w:rsidRPr="00A91D02" w14:paraId="0D3C8903" w14:textId="77777777" w:rsidTr="00E90474">
              <w:trPr>
                <w:trHeight w:val="1541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083A73A" w14:textId="77777777" w:rsidR="003B7C7B" w:rsidRPr="00A91D02" w:rsidRDefault="003B7C7B" w:rsidP="003B7C7B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A91D02">
                    <w:rPr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5B311CB" w14:textId="66332793" w:rsidR="003B7C7B" w:rsidRPr="00A91D02" w:rsidRDefault="003B7C7B" w:rsidP="003B7C7B">
                  <w:pPr>
                    <w:pStyle w:val="Akapitzlist"/>
                    <w:spacing w:after="60"/>
                    <w:ind w:left="0"/>
                    <w:rPr>
                      <w:sz w:val="20"/>
                      <w:szCs w:val="20"/>
                    </w:rPr>
                  </w:pPr>
                  <w:r w:rsidRPr="003B7C7B">
                    <w:rPr>
                      <w:color w:val="00A13A"/>
                      <w:sz w:val="20"/>
                      <w:szCs w:val="20"/>
                    </w:rPr>
                    <w:t xml:space="preserve">posiadanie uprawnień w zakresie pełnienia funkcji inspektora nadzoru w branża instalacyjna w zakresie sieci, instalacji i urządzeń elektrycznych i elektroenergetycznych bez ograniczeń: 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328A6A" w14:textId="77777777" w:rsidR="003B7C7B" w:rsidRPr="00E17F23" w:rsidRDefault="003B7C7B" w:rsidP="003B7C7B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od 0 do 5 lata</w:t>
                  </w:r>
                </w:p>
                <w:p w14:paraId="15F4B969" w14:textId="77777777" w:rsidR="003B7C7B" w:rsidRPr="00E17F23" w:rsidRDefault="003B7C7B" w:rsidP="003B7C7B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5 do10 lat</w:t>
                  </w:r>
                </w:p>
                <w:p w14:paraId="454BEFD5" w14:textId="6879ADC2" w:rsidR="003B7C7B" w:rsidRPr="00A91D02" w:rsidRDefault="003B7C7B" w:rsidP="003B7C7B">
                  <w:pPr>
                    <w:pStyle w:val="Akapitzlist"/>
                    <w:spacing w:after="60"/>
                    <w:ind w:left="0"/>
                    <w:rPr>
                      <w:sz w:val="20"/>
                      <w:szCs w:val="20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10 lat</w:t>
                  </w:r>
                </w:p>
              </w:tc>
            </w:tr>
            <w:tr w:rsidR="003B7C7B" w:rsidRPr="00A91D02" w14:paraId="31A9F093" w14:textId="77777777" w:rsidTr="00E17F23">
              <w:trPr>
                <w:trHeight w:val="1255"/>
              </w:trPr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660E844" w14:textId="77777777" w:rsidR="003B7C7B" w:rsidRPr="00A91D02" w:rsidRDefault="003B7C7B" w:rsidP="003B7C7B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A91D02">
                    <w:rPr>
                      <w:sz w:val="22"/>
                      <w:szCs w:val="22"/>
                    </w:rPr>
                    <w:t>3)</w:t>
                  </w:r>
                </w:p>
              </w:tc>
              <w:tc>
                <w:tcPr>
                  <w:tcW w:w="4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EBB710A" w14:textId="43D9819F" w:rsidR="003B7C7B" w:rsidRPr="00A91D02" w:rsidRDefault="003B7C7B" w:rsidP="003B7C7B">
                  <w:pPr>
                    <w:pStyle w:val="Akapitzlist"/>
                    <w:spacing w:after="60"/>
                    <w:ind w:left="0"/>
                    <w:rPr>
                      <w:sz w:val="20"/>
                      <w:szCs w:val="20"/>
                    </w:rPr>
                  </w:pPr>
                  <w:r w:rsidRPr="003B7C7B">
                    <w:rPr>
                      <w:color w:val="00A13A"/>
                      <w:sz w:val="20"/>
                      <w:szCs w:val="20"/>
                    </w:rPr>
                    <w:t>posiadanie uprawnień w zakresie pełnienia funkcji inspektora nadzoru w branży sanitarnej bez ograniczeń:</w:t>
                  </w:r>
                </w:p>
              </w:tc>
              <w:tc>
                <w:tcPr>
                  <w:tcW w:w="25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AB3ECE" w14:textId="77777777" w:rsidR="003B7C7B" w:rsidRPr="00E17F23" w:rsidRDefault="003B7C7B" w:rsidP="003B7C7B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od 0 do 5 lata</w:t>
                  </w:r>
                </w:p>
                <w:p w14:paraId="1B95347D" w14:textId="77777777" w:rsidR="003B7C7B" w:rsidRPr="00E17F23" w:rsidRDefault="003B7C7B" w:rsidP="003B7C7B">
                  <w:pPr>
                    <w:pStyle w:val="Akapitzlist"/>
                    <w:spacing w:after="60"/>
                    <w:ind w:left="0"/>
                    <w:rPr>
                      <w:sz w:val="22"/>
                      <w:szCs w:val="22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5 do10 lat</w:t>
                  </w:r>
                </w:p>
                <w:p w14:paraId="3176B27B" w14:textId="460B561C" w:rsidR="003B7C7B" w:rsidRPr="00A91D02" w:rsidRDefault="003B7C7B" w:rsidP="003B7C7B">
                  <w:pPr>
                    <w:pStyle w:val="Akapitzlist"/>
                    <w:spacing w:after="60"/>
                    <w:ind w:left="0"/>
                    <w:rPr>
                      <w:sz w:val="20"/>
                      <w:szCs w:val="20"/>
                    </w:rPr>
                  </w:pPr>
                  <w:r w:rsidRPr="00E17F23">
                    <w:rPr>
                      <w:sz w:val="22"/>
                      <w:szCs w:val="22"/>
                    </w:rPr>
                    <w:sym w:font="Symbol" w:char="F0FF"/>
                  </w:r>
                  <w:r w:rsidRPr="00E17F23">
                    <w:rPr>
                      <w:sz w:val="22"/>
                      <w:szCs w:val="22"/>
                    </w:rPr>
                    <w:t xml:space="preserve"> powyżej 10 lat</w:t>
                  </w:r>
                </w:p>
              </w:tc>
            </w:tr>
          </w:tbl>
          <w:p w14:paraId="40C04FC5" w14:textId="0DA244B7" w:rsidR="00A91D02" w:rsidRPr="00A91D02" w:rsidRDefault="00A91D02" w:rsidP="00A91D02">
            <w:pPr>
              <w:pStyle w:val="Akapitzlist"/>
              <w:spacing w:after="60"/>
              <w:ind w:left="714" w:right="177"/>
              <w:contextualSpacing w:val="0"/>
              <w:rPr>
                <w:b/>
                <w:bCs/>
                <w:sz w:val="22"/>
                <w:szCs w:val="22"/>
              </w:rPr>
            </w:pPr>
          </w:p>
          <w:p w14:paraId="14D1B617" w14:textId="3C12526A" w:rsidR="00A91D02" w:rsidRPr="00A91D02" w:rsidRDefault="00A91D02" w:rsidP="00A91D02">
            <w:pPr>
              <w:pStyle w:val="Akapitzlist"/>
              <w:spacing w:before="240" w:after="60"/>
              <w:ind w:left="1021" w:right="1027"/>
              <w:contextualSpacing w:val="0"/>
              <w:jc w:val="both"/>
              <w:rPr>
                <w:sz w:val="22"/>
                <w:szCs w:val="22"/>
              </w:rPr>
            </w:pPr>
            <w:r w:rsidRPr="00A91D02">
              <w:rPr>
                <w:sz w:val="22"/>
                <w:szCs w:val="22"/>
              </w:rPr>
              <w:t xml:space="preserve">Wykonawca oświadcza, że posiada uprawnienia o których nowa w art. 37a ust. 1 i 2 ustawy z dnia 23 lipca 2003 r. o ochronie zabytków i opiece nad zabytkami </w:t>
            </w:r>
            <w:r w:rsidRPr="00A91D02">
              <w:rPr>
                <w:sz w:val="22"/>
                <w:szCs w:val="22"/>
              </w:rPr>
              <w:lastRenderedPageBreak/>
              <w:t>lub przedstawi i zapewni przez cały czas obowiązywania umowy kadrę, która posiada ww. uprawnienia</w:t>
            </w:r>
          </w:p>
          <w:p w14:paraId="575655F8" w14:textId="4C434BD9" w:rsidR="00A91D02" w:rsidRPr="00B20553" w:rsidRDefault="00A91D02" w:rsidP="00A91D02">
            <w:pPr>
              <w:pStyle w:val="Akapitzlist"/>
              <w:spacing w:after="60"/>
              <w:ind w:left="714" w:right="177"/>
              <w:contextualSpacing w:val="0"/>
              <w:rPr>
                <w:b/>
                <w:bCs/>
                <w:sz w:val="20"/>
                <w:szCs w:val="20"/>
                <w:highlight w:val="yellow"/>
              </w:rPr>
            </w:pPr>
          </w:p>
          <w:p w14:paraId="155E6003" w14:textId="77777777" w:rsidR="002D23D3" w:rsidRPr="00A91D02" w:rsidRDefault="002D23D3" w:rsidP="00A91D02">
            <w:pPr>
              <w:spacing w:after="60"/>
              <w:ind w:right="177"/>
              <w:rPr>
                <w:sz w:val="20"/>
                <w:szCs w:val="20"/>
                <w:highlight w:val="yellow"/>
              </w:rPr>
            </w:pPr>
          </w:p>
          <w:p w14:paraId="6095FF85" w14:textId="77777777" w:rsidR="002D23D3" w:rsidRPr="00B20553" w:rsidRDefault="002D23D3" w:rsidP="002D23D3">
            <w:pPr>
              <w:pStyle w:val="Akapitzlist"/>
              <w:numPr>
                <w:ilvl w:val="0"/>
                <w:numId w:val="26"/>
              </w:numPr>
              <w:spacing w:before="240" w:after="120"/>
              <w:ind w:left="714" w:right="177" w:hanging="357"/>
              <w:contextualSpacing w:val="0"/>
              <w:rPr>
                <w:b/>
                <w:bCs/>
                <w:sz w:val="22"/>
                <w:szCs w:val="22"/>
              </w:rPr>
            </w:pPr>
            <w:r w:rsidRPr="00B20553">
              <w:rPr>
                <w:b/>
                <w:bCs/>
                <w:sz w:val="22"/>
                <w:szCs w:val="22"/>
              </w:rPr>
              <w:t>Aspekty środowiskowe</w:t>
            </w:r>
          </w:p>
          <w:p w14:paraId="75788680" w14:textId="77777777" w:rsidR="002D23D3" w:rsidRPr="00B20553" w:rsidRDefault="002D23D3" w:rsidP="002D23D3">
            <w:pPr>
              <w:pStyle w:val="Akapitzlist"/>
              <w:spacing w:after="120"/>
              <w:ind w:left="714" w:right="176"/>
              <w:contextualSpacing w:val="0"/>
              <w:jc w:val="both"/>
              <w:rPr>
                <w:sz w:val="22"/>
                <w:szCs w:val="22"/>
              </w:rPr>
            </w:pPr>
            <w:r w:rsidRPr="00B20553">
              <w:rPr>
                <w:sz w:val="22"/>
                <w:szCs w:val="22"/>
              </w:rPr>
              <w:t xml:space="preserve">Wykonawca oświadcza, że przy realizacji przedmiotu zamówienia wykorzysta minimum 1 pojazd samochodowy o napędzie elektrycznym lub hybrydowym bądź pojazd samochodowy wykorzystujący do napędu inne paliwo alternatywne:          </w:t>
            </w:r>
          </w:p>
          <w:p w14:paraId="2BCCE000" w14:textId="77777777" w:rsidR="002D23D3" w:rsidRPr="00B20553" w:rsidRDefault="002D23D3" w:rsidP="002D23D3">
            <w:pPr>
              <w:pStyle w:val="Akapitzlist"/>
              <w:spacing w:after="120"/>
              <w:ind w:left="714" w:right="177"/>
              <w:contextualSpacing w:val="0"/>
              <w:jc w:val="center"/>
              <w:rPr>
                <w:sz w:val="22"/>
                <w:szCs w:val="22"/>
              </w:rPr>
            </w:pPr>
            <w:r w:rsidRPr="00B20553">
              <w:rPr>
                <w:sz w:val="22"/>
                <w:szCs w:val="22"/>
              </w:rPr>
              <w:t>TAK</w:t>
            </w:r>
            <w:r w:rsidRPr="00B20553">
              <w:rPr>
                <w:color w:val="EE0000"/>
                <w:sz w:val="22"/>
                <w:szCs w:val="22"/>
              </w:rPr>
              <w:t>**</w:t>
            </w:r>
            <w:r w:rsidRPr="00B20553">
              <w:rPr>
                <w:sz w:val="22"/>
                <w:szCs w:val="22"/>
              </w:rPr>
              <w:t xml:space="preserve">     /       NIE</w:t>
            </w:r>
            <w:r w:rsidRPr="00B20553">
              <w:rPr>
                <w:color w:val="EE0000"/>
                <w:sz w:val="22"/>
                <w:szCs w:val="22"/>
              </w:rPr>
              <w:t>**</w:t>
            </w:r>
            <w:r w:rsidRPr="00B20553">
              <w:rPr>
                <w:sz w:val="22"/>
                <w:szCs w:val="22"/>
              </w:rPr>
              <w:t>.</w:t>
            </w:r>
          </w:p>
          <w:p w14:paraId="6DBA3172" w14:textId="77777777" w:rsidR="002D23D3" w:rsidRPr="00B20553" w:rsidRDefault="002D23D3" w:rsidP="002D23D3">
            <w:pPr>
              <w:spacing w:before="120" w:after="120"/>
              <w:ind w:left="738" w:right="177"/>
              <w:jc w:val="both"/>
              <w:rPr>
                <w:i/>
                <w:iCs/>
                <w:sz w:val="14"/>
                <w:szCs w:val="14"/>
              </w:rPr>
            </w:pPr>
            <w:r w:rsidRPr="00B20553">
              <w:rPr>
                <w:i/>
                <w:iCs/>
                <w:color w:val="FF0000"/>
                <w:sz w:val="18"/>
                <w:szCs w:val="18"/>
              </w:rPr>
              <w:t>** niepotrzebne skreślić</w:t>
            </w:r>
          </w:p>
          <w:p w14:paraId="1B07CD44" w14:textId="77777777" w:rsidR="002D23D3" w:rsidRPr="002D23D3" w:rsidRDefault="002D23D3" w:rsidP="002D23D3">
            <w:pPr>
              <w:spacing w:before="120" w:after="120"/>
              <w:ind w:left="738" w:right="177"/>
              <w:jc w:val="both"/>
              <w:rPr>
                <w:sz w:val="20"/>
                <w:szCs w:val="20"/>
              </w:rPr>
            </w:pPr>
            <w:r w:rsidRPr="00B20553">
              <w:rPr>
                <w:sz w:val="20"/>
                <w:szCs w:val="20"/>
              </w:rPr>
              <w:t xml:space="preserve">Jeżeli Wykonawca nie oświadczy w sposób jednoznaczny i niebudzący wątpliwości kwestii dot. aspektu środowiskowego, Zamawiający przyjmie, że Wykonawca nie wykorzysta pojazdu samochodowego o napędzie elektrycznym lub hybrydowym bądź pojazd samochodowy wykorzystujący do napędu inne paliwo alternatywne przy realizacji przedmiotu zamówienia i tym samym otrzyma w tym kryterium 0 </w:t>
            </w:r>
            <w:r w:rsidRPr="002D23D3">
              <w:rPr>
                <w:sz w:val="20"/>
                <w:szCs w:val="20"/>
              </w:rPr>
              <w:t>punktów.</w:t>
            </w:r>
          </w:p>
          <w:p w14:paraId="155A5E15" w14:textId="77777777" w:rsidR="002D23D3" w:rsidRPr="002D23D3" w:rsidRDefault="002D23D3" w:rsidP="002D23D3">
            <w:pPr>
              <w:pStyle w:val="Akapitzlist"/>
              <w:numPr>
                <w:ilvl w:val="0"/>
                <w:numId w:val="26"/>
              </w:numPr>
              <w:spacing w:after="120"/>
              <w:ind w:left="714" w:right="177" w:hanging="357"/>
              <w:contextualSpacing w:val="0"/>
              <w:rPr>
                <w:sz w:val="22"/>
                <w:szCs w:val="22"/>
              </w:rPr>
            </w:pPr>
            <w:r w:rsidRPr="002D23D3">
              <w:rPr>
                <w:b/>
                <w:bCs/>
                <w:sz w:val="22"/>
                <w:szCs w:val="22"/>
              </w:rPr>
              <w:t>Aspekty społeczne</w:t>
            </w:r>
          </w:p>
          <w:p w14:paraId="46D7FDD5" w14:textId="77777777" w:rsidR="002D23D3" w:rsidRPr="002D23D3" w:rsidRDefault="002D23D3" w:rsidP="002D23D3">
            <w:pPr>
              <w:pStyle w:val="Akapitzlist"/>
              <w:spacing w:after="120"/>
              <w:ind w:right="176"/>
              <w:contextualSpacing w:val="0"/>
              <w:jc w:val="both"/>
              <w:rPr>
                <w:sz w:val="22"/>
                <w:szCs w:val="22"/>
              </w:rPr>
            </w:pPr>
            <w:r w:rsidRPr="002D23D3">
              <w:rPr>
                <w:sz w:val="22"/>
                <w:szCs w:val="22"/>
              </w:rPr>
              <w:t xml:space="preserve">Wykonawca oświadcza, że na cały okres wykonywania zamówienia (umowy) zatrudni co najmniej jedną osobę bezrobotną </w:t>
            </w:r>
            <w:r w:rsidRPr="002D23D3">
              <w:t>w wymiarze minimum ½ etatu</w:t>
            </w:r>
            <w:r w:rsidRPr="002D23D3">
              <w:rPr>
                <w:sz w:val="22"/>
                <w:szCs w:val="22"/>
              </w:rPr>
              <w:t xml:space="preserve">:  </w:t>
            </w:r>
          </w:p>
          <w:p w14:paraId="6731A2AD" w14:textId="77777777" w:rsidR="002D23D3" w:rsidRPr="002D23D3" w:rsidRDefault="002D23D3" w:rsidP="002D23D3">
            <w:pPr>
              <w:pStyle w:val="Akapitzlist"/>
              <w:spacing w:after="120"/>
              <w:ind w:left="714" w:right="177"/>
              <w:contextualSpacing w:val="0"/>
              <w:jc w:val="center"/>
              <w:rPr>
                <w:sz w:val="22"/>
                <w:szCs w:val="22"/>
              </w:rPr>
            </w:pPr>
            <w:r w:rsidRPr="002D23D3">
              <w:rPr>
                <w:sz w:val="22"/>
                <w:szCs w:val="22"/>
              </w:rPr>
              <w:t>TAK</w:t>
            </w:r>
            <w:r w:rsidRPr="002D23D3">
              <w:rPr>
                <w:color w:val="EE0000"/>
                <w:sz w:val="22"/>
                <w:szCs w:val="22"/>
              </w:rPr>
              <w:t>**</w:t>
            </w:r>
            <w:r w:rsidRPr="002D23D3">
              <w:rPr>
                <w:sz w:val="22"/>
                <w:szCs w:val="22"/>
              </w:rPr>
              <w:t xml:space="preserve">     /       NIE</w:t>
            </w:r>
            <w:r w:rsidRPr="002D23D3">
              <w:rPr>
                <w:color w:val="EE0000"/>
                <w:sz w:val="22"/>
                <w:szCs w:val="22"/>
              </w:rPr>
              <w:t>**</w:t>
            </w:r>
            <w:r w:rsidRPr="002D23D3">
              <w:rPr>
                <w:sz w:val="22"/>
                <w:szCs w:val="22"/>
              </w:rPr>
              <w:t>.</w:t>
            </w:r>
          </w:p>
          <w:p w14:paraId="763ABFEE" w14:textId="77777777" w:rsidR="002D23D3" w:rsidRPr="002D23D3" w:rsidRDefault="002D23D3" w:rsidP="002D23D3">
            <w:pPr>
              <w:spacing w:before="120" w:after="120"/>
              <w:ind w:left="738" w:right="177"/>
              <w:jc w:val="both"/>
              <w:rPr>
                <w:i/>
                <w:iCs/>
                <w:sz w:val="14"/>
                <w:szCs w:val="14"/>
              </w:rPr>
            </w:pPr>
            <w:r w:rsidRPr="002D23D3">
              <w:rPr>
                <w:i/>
                <w:iCs/>
                <w:color w:val="FF0000"/>
                <w:sz w:val="18"/>
                <w:szCs w:val="18"/>
              </w:rPr>
              <w:t>** niepotrzebne skreślić</w:t>
            </w:r>
          </w:p>
          <w:p w14:paraId="21152CD8" w14:textId="46E1FBAE" w:rsidR="002D23D3" w:rsidRDefault="002D23D3" w:rsidP="002D23D3">
            <w:pPr>
              <w:spacing w:after="120"/>
              <w:ind w:left="737" w:right="176"/>
              <w:jc w:val="both"/>
              <w:rPr>
                <w:sz w:val="22"/>
                <w:szCs w:val="22"/>
              </w:rPr>
            </w:pPr>
            <w:r w:rsidRPr="002D23D3">
              <w:rPr>
                <w:sz w:val="20"/>
                <w:szCs w:val="20"/>
              </w:rPr>
              <w:t>Jeżeli Wykonawca nie oświadczy w sposób jednoznaczny i niebudzący wątpliwości kwestii dot. aspektu społecznego, Zamawiający przyjmie, że Wykonawca nie zatrudni co najmniej jednej osoby bezrobotnej na cały okres wykonywania zamówienia (umowy) w wymiarze minimum ½ etatu i tym samym otrzyma w tym kryterium 0 punktów.</w:t>
            </w:r>
          </w:p>
        </w:tc>
      </w:tr>
    </w:tbl>
    <w:p w14:paraId="65F0DE1B" w14:textId="77777777" w:rsidR="00416884" w:rsidRPr="00B46D1F" w:rsidRDefault="00416884" w:rsidP="00D13D73">
      <w:pPr>
        <w:jc w:val="both"/>
        <w:rPr>
          <w:sz w:val="10"/>
          <w:szCs w:val="10"/>
        </w:rPr>
      </w:pPr>
    </w:p>
    <w:p w14:paraId="77E80B01" w14:textId="3FFD3101" w:rsidR="00B9086B" w:rsidRPr="00B87925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B87925">
        <w:rPr>
          <w:b/>
          <w:sz w:val="22"/>
        </w:rPr>
        <w:t>OŚWIADCZAM</w:t>
      </w:r>
      <w:r w:rsidR="0096455B" w:rsidRPr="00B87925">
        <w:rPr>
          <w:b/>
          <w:sz w:val="22"/>
        </w:rPr>
        <w:t>/</w:t>
      </w:r>
      <w:r w:rsidRPr="00B87925">
        <w:rPr>
          <w:b/>
          <w:sz w:val="22"/>
        </w:rPr>
        <w:t>Y</w:t>
      </w:r>
      <w:r w:rsidRPr="00B87925">
        <w:rPr>
          <w:sz w:val="22"/>
        </w:rPr>
        <w:t>, że:</w:t>
      </w:r>
    </w:p>
    <w:p w14:paraId="1BFB1AA1" w14:textId="09A15824" w:rsidR="006B63D6" w:rsidRDefault="0096455B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B87925">
        <w:rPr>
          <w:sz w:val="22"/>
        </w:rPr>
        <w:t>z</w:t>
      </w:r>
      <w:r w:rsidR="00FF57EE" w:rsidRPr="00B87925">
        <w:rPr>
          <w:sz w:val="22"/>
        </w:rPr>
        <w:t>apozna</w:t>
      </w:r>
      <w:r w:rsidRPr="00B87925">
        <w:rPr>
          <w:sz w:val="22"/>
        </w:rPr>
        <w:t>łem/</w:t>
      </w:r>
      <w:r w:rsidR="00FF57EE" w:rsidRPr="00B87925">
        <w:rPr>
          <w:sz w:val="22"/>
        </w:rPr>
        <w:t>liśmy się ze Specyfikacją Warunków Zamówienia</w:t>
      </w:r>
      <w:r w:rsidR="00D3681A" w:rsidRPr="00B87925">
        <w:rPr>
          <w:sz w:val="22"/>
        </w:rPr>
        <w:t xml:space="preserve"> wraz z załącznikami</w:t>
      </w:r>
      <w:r w:rsidR="00FF57EE" w:rsidRPr="00B87925">
        <w:rPr>
          <w:sz w:val="22"/>
        </w:rPr>
        <w:t xml:space="preserve"> i uznajemy się za związanych</w:t>
      </w:r>
      <w:r w:rsidR="00FF57EE" w:rsidRPr="0097776D">
        <w:rPr>
          <w:sz w:val="22"/>
        </w:rPr>
        <w:t xml:space="preserve"> określonymi w ni</w:t>
      </w:r>
      <w:r w:rsidR="006F7D33">
        <w:rPr>
          <w:sz w:val="22"/>
        </w:rPr>
        <w:t>ch</w:t>
      </w:r>
      <w:r w:rsidR="00FF57EE" w:rsidRPr="0097776D">
        <w:rPr>
          <w:sz w:val="22"/>
        </w:rPr>
        <w:t xml:space="preserve"> zasadami postępowania</w:t>
      </w:r>
      <w:r w:rsidR="00D3681A">
        <w:rPr>
          <w:sz w:val="22"/>
        </w:rPr>
        <w:t xml:space="preserve">, </w:t>
      </w:r>
    </w:p>
    <w:p w14:paraId="0DBF1427" w14:textId="2DA13972" w:rsidR="006F7D33" w:rsidRPr="0097776D" w:rsidRDefault="006F7D33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 xml:space="preserve">znane mi/nam są </w:t>
      </w:r>
      <w:r w:rsidR="00390390" w:rsidRPr="00390390">
        <w:rPr>
          <w:sz w:val="22"/>
        </w:rPr>
        <w:t xml:space="preserve">warunki przedmiotu zamówienia </w:t>
      </w:r>
      <w:r>
        <w:rPr>
          <w:sz w:val="22"/>
        </w:rPr>
        <w:t>oraz posiadam wszystkie niezbędne informacje do przygotowania oferty,</w:t>
      </w:r>
    </w:p>
    <w:p w14:paraId="0B39504F" w14:textId="56C3AA9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</w:t>
      </w:r>
      <w:r w:rsidR="0096455B">
        <w:rPr>
          <w:sz w:val="22"/>
        </w:rPr>
        <w:t>/</w:t>
      </w:r>
      <w:r w:rsidRPr="0097776D">
        <w:rPr>
          <w:sz w:val="22"/>
        </w:rPr>
        <w:t>y się za związanych niniejszą ofertą na czas wskazany w Specyfikacji Warunków Zamówienia;</w:t>
      </w:r>
    </w:p>
    <w:p w14:paraId="30CA948E" w14:textId="157D6E1B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</w:t>
      </w:r>
      <w:r w:rsidR="0096455B">
        <w:rPr>
          <w:sz w:val="22"/>
        </w:rPr>
        <w:t>/</w:t>
      </w:r>
      <w:r>
        <w:rPr>
          <w:sz w:val="22"/>
        </w:rPr>
        <w:t>y</w:t>
      </w:r>
      <w:r w:rsidR="00A72E8B" w:rsidRPr="00A72E8B">
        <w:rPr>
          <w:color w:val="FF0000"/>
          <w:sz w:val="22"/>
        </w:rPr>
        <w:t>*</w:t>
      </w:r>
      <w:r w:rsidR="001038CA">
        <w:rPr>
          <w:color w:val="FF0000"/>
          <w:sz w:val="22"/>
        </w:rPr>
        <w:t>*</w:t>
      </w:r>
      <w:r w:rsidR="00A72E8B">
        <w:rPr>
          <w:color w:val="FF0000"/>
          <w:sz w:val="22"/>
        </w:rPr>
        <w:t xml:space="preserve"> </w:t>
      </w:r>
      <w:r w:rsidR="00A72E8B" w:rsidRPr="00A72E8B">
        <w:rPr>
          <w:sz w:val="22"/>
        </w:rPr>
        <w:t>/</w:t>
      </w:r>
      <w:r w:rsidR="0096455B">
        <w:rPr>
          <w:sz w:val="22"/>
        </w:rPr>
        <w:t xml:space="preserve"> </w:t>
      </w:r>
      <w:r>
        <w:rPr>
          <w:sz w:val="22"/>
        </w:rPr>
        <w:t>nie zamierzam</w:t>
      </w:r>
      <w:r w:rsidR="0096455B">
        <w:rPr>
          <w:sz w:val="22"/>
        </w:rPr>
        <w:t>/</w:t>
      </w:r>
      <w:r w:rsidRPr="00DE55E6">
        <w:rPr>
          <w:sz w:val="22"/>
        </w:rPr>
        <w:t>y</w:t>
      </w:r>
      <w:r w:rsidR="0096455B" w:rsidRPr="001D11C0">
        <w:rPr>
          <w:color w:val="FF0000"/>
          <w:sz w:val="22"/>
        </w:rPr>
        <w:t>*</w:t>
      </w:r>
      <w:r w:rsidR="001038CA">
        <w:rPr>
          <w:color w:val="FF0000"/>
          <w:sz w:val="22"/>
        </w:rPr>
        <w:t>*</w:t>
      </w:r>
      <w:r w:rsidRPr="00DE55E6">
        <w:rPr>
          <w:sz w:val="22"/>
        </w:rPr>
        <w:t xml:space="preserve"> powierzyć realizację następujących części zamówienia podwykonawcom:</w:t>
      </w:r>
      <w:r w:rsidR="00EC0BD8">
        <w:rPr>
          <w:rStyle w:val="Odwoanieprzypisudolnego"/>
          <w:sz w:val="22"/>
        </w:rPr>
        <w:footnoteReference w:id="2"/>
      </w:r>
    </w:p>
    <w:p w14:paraId="66B1EBB8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9639" w:type="dxa"/>
        <w:tblInd w:w="276" w:type="dxa"/>
        <w:tblLayout w:type="fixed"/>
        <w:tblLook w:val="00A0" w:firstRow="1" w:lastRow="0" w:firstColumn="1" w:lastColumn="0" w:noHBand="0" w:noVBand="0"/>
      </w:tblPr>
      <w:tblGrid>
        <w:gridCol w:w="1108"/>
        <w:gridCol w:w="5245"/>
        <w:gridCol w:w="3286"/>
      </w:tblGrid>
      <w:tr w:rsidR="00BC4F99" w:rsidRPr="001661BD" w14:paraId="732D5B0E" w14:textId="77777777" w:rsidTr="00EC0BD8"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2ACCD6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A50E74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1CC52FC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3C622A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580894B9" w14:textId="77777777" w:rsidTr="0096455B">
        <w:trPr>
          <w:trHeight w:val="415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B0CD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95FF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34CDE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3BF4D7C6" w14:textId="77777777" w:rsidTr="0096455B">
        <w:trPr>
          <w:trHeight w:val="415"/>
        </w:trPr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E6043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C91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A1D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0A4C607B" w14:textId="5D568A62" w:rsidR="00FF57EE" w:rsidRPr="003630B1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97776D">
        <w:rPr>
          <w:sz w:val="22"/>
        </w:rPr>
        <w:t>zapozna</w:t>
      </w:r>
      <w:r w:rsidR="0096455B">
        <w:rPr>
          <w:sz w:val="22"/>
        </w:rPr>
        <w:t>łem/</w:t>
      </w:r>
      <w:r w:rsidRPr="0097776D">
        <w:rPr>
          <w:sz w:val="22"/>
        </w:rPr>
        <w:t xml:space="preserve">liśmy się z </w:t>
      </w:r>
      <w:r w:rsidR="00A50E18">
        <w:rPr>
          <w:sz w:val="22"/>
        </w:rPr>
        <w:t xml:space="preserve">projektowanymi </w:t>
      </w:r>
      <w:r w:rsidRPr="00A37E2A">
        <w:rPr>
          <w:sz w:val="22"/>
        </w:rPr>
        <w:t>postanowieniami umowy</w:t>
      </w:r>
      <w:r w:rsidR="00A50E18" w:rsidRPr="00A37E2A">
        <w:rPr>
          <w:sz w:val="22"/>
        </w:rPr>
        <w:t xml:space="preserve"> w sprawie zamówienia publicznego</w:t>
      </w:r>
      <w:r w:rsidRPr="00A37E2A">
        <w:rPr>
          <w:sz w:val="22"/>
        </w:rPr>
        <w:t xml:space="preserve">, które zostały </w:t>
      </w:r>
      <w:r w:rsidRPr="001038CA">
        <w:rPr>
          <w:sz w:val="22"/>
        </w:rPr>
        <w:t xml:space="preserve">zawarte w </w:t>
      </w:r>
      <w:r w:rsidR="009B3EF0" w:rsidRPr="001038CA">
        <w:rPr>
          <w:i/>
          <w:iCs/>
          <w:sz w:val="22"/>
        </w:rPr>
        <w:t>Z</w:t>
      </w:r>
      <w:r w:rsidR="00A857E5" w:rsidRPr="001038CA">
        <w:rPr>
          <w:i/>
          <w:iCs/>
          <w:sz w:val="22"/>
        </w:rPr>
        <w:t>ałączni</w:t>
      </w:r>
      <w:r w:rsidR="00A857E5" w:rsidRPr="00946889">
        <w:rPr>
          <w:i/>
          <w:iCs/>
          <w:sz w:val="22"/>
        </w:rPr>
        <w:t xml:space="preserve">ku Nr </w:t>
      </w:r>
      <w:r w:rsidR="00AD3934">
        <w:rPr>
          <w:i/>
          <w:iCs/>
          <w:sz w:val="22"/>
        </w:rPr>
        <w:t>8.1 i 8.2</w:t>
      </w:r>
      <w:r w:rsidR="00917C52" w:rsidRPr="00946889">
        <w:rPr>
          <w:i/>
          <w:iCs/>
          <w:sz w:val="22"/>
        </w:rPr>
        <w:t xml:space="preserve"> </w:t>
      </w:r>
      <w:r w:rsidR="00A857E5" w:rsidRPr="00946889">
        <w:rPr>
          <w:sz w:val="22"/>
        </w:rPr>
        <w:t xml:space="preserve">do </w:t>
      </w:r>
      <w:r w:rsidRPr="00946889">
        <w:rPr>
          <w:sz w:val="22"/>
        </w:rPr>
        <w:t>Specyfikacji Warunków Zamówienia i zobowiązuje</w:t>
      </w:r>
      <w:r w:rsidR="0096455B" w:rsidRPr="00946889">
        <w:rPr>
          <w:sz w:val="22"/>
        </w:rPr>
        <w:t>/</w:t>
      </w:r>
      <w:r w:rsidRPr="00946889">
        <w:rPr>
          <w:sz w:val="22"/>
        </w:rPr>
        <w:t>my się</w:t>
      </w:r>
      <w:r w:rsidR="00A50E18" w:rsidRPr="00946889">
        <w:rPr>
          <w:sz w:val="22"/>
        </w:rPr>
        <w:t>,</w:t>
      </w:r>
      <w:r w:rsidRPr="00946889">
        <w:rPr>
          <w:sz w:val="22"/>
        </w:rPr>
        <w:t xml:space="preserve"> w przypadku wyboru </w:t>
      </w:r>
      <w:r w:rsidR="0096455B" w:rsidRPr="00946889">
        <w:rPr>
          <w:sz w:val="22"/>
        </w:rPr>
        <w:t>mojej/</w:t>
      </w:r>
      <w:r w:rsidRPr="00946889">
        <w:rPr>
          <w:sz w:val="22"/>
        </w:rPr>
        <w:t>naszej oferty</w:t>
      </w:r>
      <w:r w:rsidR="00A50E18" w:rsidRPr="00946889">
        <w:rPr>
          <w:sz w:val="22"/>
        </w:rPr>
        <w:t>,</w:t>
      </w:r>
      <w:r w:rsidRPr="00946889">
        <w:rPr>
          <w:sz w:val="22"/>
        </w:rPr>
        <w:t xml:space="preserve"> do zawarcia </w:t>
      </w:r>
      <w:r w:rsidRPr="00946889">
        <w:rPr>
          <w:sz w:val="22"/>
        </w:rPr>
        <w:lastRenderedPageBreak/>
        <w:t xml:space="preserve">umowy na zawartych </w:t>
      </w:r>
      <w:r w:rsidR="00A857E5" w:rsidRPr="00946889">
        <w:rPr>
          <w:sz w:val="22"/>
        </w:rPr>
        <w:t xml:space="preserve">w </w:t>
      </w:r>
      <w:r w:rsidR="00A857E5" w:rsidRPr="00946889">
        <w:rPr>
          <w:sz w:val="22"/>
          <w:szCs w:val="22"/>
        </w:rPr>
        <w:t>niej</w:t>
      </w:r>
      <w:r w:rsidRPr="00946889">
        <w:rPr>
          <w:sz w:val="22"/>
          <w:szCs w:val="22"/>
        </w:rPr>
        <w:t xml:space="preserve"> warunkach, w miejscu i terminie wyznaczonym</w:t>
      </w:r>
      <w:r w:rsidRPr="003630B1">
        <w:rPr>
          <w:sz w:val="22"/>
          <w:szCs w:val="22"/>
        </w:rPr>
        <w:t xml:space="preserve"> przez Zamawiającego</w:t>
      </w:r>
      <w:r w:rsidR="0096455B" w:rsidRPr="003630B1">
        <w:rPr>
          <w:sz w:val="22"/>
          <w:szCs w:val="22"/>
        </w:rPr>
        <w:t>,</w:t>
      </w:r>
    </w:p>
    <w:p w14:paraId="18C27047" w14:textId="626A8924" w:rsidR="007859F5" w:rsidRDefault="00D3681A" w:rsidP="00CF2278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3630B1">
        <w:rPr>
          <w:sz w:val="22"/>
          <w:szCs w:val="22"/>
        </w:rPr>
        <w:t xml:space="preserve">oferowana cena brutto obejmuje całość prac objętych zamówieniem w zakresie określonym </w:t>
      </w:r>
      <w:r w:rsidRPr="003630B1">
        <w:rPr>
          <w:sz w:val="22"/>
          <w:szCs w:val="22"/>
        </w:rPr>
        <w:br/>
        <w:t>w Specyfikacji Warunków Zamówienia wraz z załącznikami. Przy ustalaniu ceny uwzględniono wszystkie koszty mogące wystąpić w trakcie realizacji niniejszego zamówienia,</w:t>
      </w:r>
    </w:p>
    <w:p w14:paraId="6423966D" w14:textId="08BBD1E7" w:rsidR="005036C4" w:rsidRPr="005036C4" w:rsidRDefault="005036C4" w:rsidP="005036C4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5036C4">
        <w:rPr>
          <w:sz w:val="22"/>
          <w:szCs w:val="22"/>
        </w:rPr>
        <w:t>osoby, które będą uczestniczyć w wykonaniu zamówienia posiadają wymagane uprawnienia do pełnienia funkcji inspektora nadzoru inwestorskiego wskazane przez Zamawiającego</w:t>
      </w:r>
      <w:r>
        <w:rPr>
          <w:sz w:val="22"/>
          <w:szCs w:val="22"/>
        </w:rPr>
        <w:t xml:space="preserve"> w SWZ,</w:t>
      </w:r>
    </w:p>
    <w:p w14:paraId="2DBE6B23" w14:textId="57D1CAE7" w:rsidR="00525EFF" w:rsidRPr="005036C4" w:rsidRDefault="00FF57EE" w:rsidP="005036C4">
      <w:pPr>
        <w:pStyle w:val="Akapitzlist"/>
        <w:numPr>
          <w:ilvl w:val="0"/>
          <w:numId w:val="3"/>
        </w:numPr>
        <w:spacing w:after="120" w:line="276" w:lineRule="auto"/>
        <w:ind w:left="641" w:hanging="357"/>
        <w:contextualSpacing w:val="0"/>
        <w:jc w:val="both"/>
        <w:rPr>
          <w:sz w:val="22"/>
          <w:szCs w:val="22"/>
        </w:rPr>
      </w:pPr>
      <w:r w:rsidRPr="003630B1">
        <w:rPr>
          <w:sz w:val="22"/>
          <w:szCs w:val="22"/>
        </w:rPr>
        <w:t>wypełni</w:t>
      </w:r>
      <w:r w:rsidR="0096455B" w:rsidRPr="003630B1">
        <w:rPr>
          <w:sz w:val="22"/>
          <w:szCs w:val="22"/>
        </w:rPr>
        <w:t>łem/</w:t>
      </w:r>
      <w:r w:rsidRPr="003630B1">
        <w:rPr>
          <w:sz w:val="22"/>
          <w:szCs w:val="22"/>
        </w:rPr>
        <w:t>liśmy obowiązki informacyjne przewidziane w art. 13 lub art. 14 RODO</w:t>
      </w:r>
      <w:r w:rsidRPr="003630B1">
        <w:rPr>
          <w:rStyle w:val="Odwoanieprzypisudolnego"/>
          <w:sz w:val="22"/>
          <w:szCs w:val="22"/>
        </w:rPr>
        <w:footnoteReference w:id="3"/>
      </w:r>
      <w:r w:rsidRPr="003630B1">
        <w:rPr>
          <w:sz w:val="22"/>
          <w:szCs w:val="22"/>
        </w:rPr>
        <w:t xml:space="preserve">  wobec osób fizycznych, od których dane osobowe bezpośrednio lub pośrednio pozyska</w:t>
      </w:r>
      <w:r w:rsidR="0096455B" w:rsidRPr="003630B1">
        <w:rPr>
          <w:sz w:val="22"/>
          <w:szCs w:val="22"/>
        </w:rPr>
        <w:t>łem/</w:t>
      </w:r>
      <w:r w:rsidRPr="003630B1">
        <w:rPr>
          <w:sz w:val="22"/>
          <w:szCs w:val="22"/>
        </w:rPr>
        <w:t xml:space="preserve">liśmy w celu ubiegania się o udzielenie zamówienia publicznego w </w:t>
      </w:r>
      <w:r w:rsidRPr="0088431D">
        <w:rPr>
          <w:sz w:val="22"/>
          <w:szCs w:val="22"/>
        </w:rPr>
        <w:t>niniejszym postępowaniu</w:t>
      </w:r>
      <w:r w:rsidR="005036C4">
        <w:rPr>
          <w:sz w:val="22"/>
          <w:szCs w:val="22"/>
        </w:rPr>
        <w:t>.</w:t>
      </w:r>
    </w:p>
    <w:p w14:paraId="72B5E6D1" w14:textId="567AE1EC" w:rsidR="00CE3AE6" w:rsidRPr="00ED04AA" w:rsidRDefault="00267D1F" w:rsidP="00ED04AA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</w:t>
      </w:r>
      <w:r w:rsidR="0096455B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Y</w:t>
      </w:r>
      <w:r>
        <w:rPr>
          <w:bCs/>
          <w:sz w:val="22"/>
          <w:szCs w:val="22"/>
        </w:rPr>
        <w:t>, że wybór naszej oferty:</w:t>
      </w:r>
    </w:p>
    <w:p w14:paraId="070DFA41" w14:textId="499541E7" w:rsidR="00ED04AA" w:rsidRDefault="00ED04AA" w:rsidP="00343E1A">
      <w:pPr>
        <w:pStyle w:val="Akapitzlist"/>
        <w:spacing w:after="120" w:line="276" w:lineRule="auto"/>
        <w:ind w:left="284"/>
        <w:contextualSpacing w:val="0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nie będzie</w:t>
      </w:r>
      <w:r w:rsidRPr="001D11C0">
        <w:rPr>
          <w:b/>
          <w:color w:val="FF0000"/>
          <w:sz w:val="22"/>
          <w:szCs w:val="22"/>
        </w:rPr>
        <w:t>*</w:t>
      </w:r>
      <w:r w:rsidR="001038CA">
        <w:rPr>
          <w:b/>
          <w:color w:val="FF0000"/>
          <w:sz w:val="22"/>
          <w:szCs w:val="22"/>
        </w:rPr>
        <w:t>*</w:t>
      </w:r>
      <w:r>
        <w:rPr>
          <w:bCs/>
          <w:sz w:val="22"/>
          <w:szCs w:val="22"/>
        </w:rPr>
        <w:t xml:space="preserve"> prowadzić u Zamawiającego do powstania obowiązku podatkowego zgodnie z ustawą </w:t>
      </w:r>
      <w:r>
        <w:rPr>
          <w:bCs/>
          <w:sz w:val="22"/>
          <w:szCs w:val="22"/>
        </w:rPr>
        <w:br/>
        <w:t>z dnia 11 marca 2004 r. o podatku od towarów i usług (Dz.U. z 202</w:t>
      </w:r>
      <w:r w:rsidR="00AD3934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 r. poz. </w:t>
      </w:r>
      <w:r w:rsidR="00AD3934">
        <w:rPr>
          <w:bCs/>
          <w:sz w:val="22"/>
          <w:szCs w:val="22"/>
        </w:rPr>
        <w:t>775</w:t>
      </w:r>
      <w:r>
        <w:rPr>
          <w:bCs/>
          <w:sz w:val="22"/>
          <w:szCs w:val="22"/>
        </w:rPr>
        <w:t xml:space="preserve"> ze zm.),</w:t>
      </w:r>
    </w:p>
    <w:p w14:paraId="15D6CF25" w14:textId="09251655" w:rsidR="0096455B" w:rsidRDefault="00ED04AA" w:rsidP="0050116E">
      <w:pPr>
        <w:pStyle w:val="Akapitzlist"/>
        <w:spacing w:after="120" w:line="276" w:lineRule="auto"/>
        <w:ind w:left="284"/>
        <w:contextualSpacing w:val="0"/>
        <w:jc w:val="both"/>
        <w:rPr>
          <w:bCs/>
          <w:sz w:val="22"/>
          <w:szCs w:val="22"/>
        </w:rPr>
      </w:pPr>
      <w:r>
        <w:rPr>
          <w:b/>
          <w:sz w:val="22"/>
          <w:szCs w:val="22"/>
          <w:u w:val="single"/>
        </w:rPr>
        <w:t>będzie prowadzić</w:t>
      </w:r>
      <w:r w:rsidRPr="001D11C0">
        <w:rPr>
          <w:b/>
          <w:color w:val="FF0000"/>
          <w:sz w:val="22"/>
          <w:szCs w:val="22"/>
        </w:rPr>
        <w:t>*</w:t>
      </w:r>
      <w:r w:rsidR="001038CA">
        <w:rPr>
          <w:b/>
          <w:color w:val="FF0000"/>
          <w:sz w:val="22"/>
          <w:szCs w:val="22"/>
        </w:rPr>
        <w:t>*</w:t>
      </w:r>
      <w:r>
        <w:rPr>
          <w:bCs/>
          <w:sz w:val="22"/>
          <w:szCs w:val="22"/>
        </w:rPr>
        <w:t xml:space="preserve"> u Zamawiającego do powstania obowiązku podatkowego zgodnie z ustawą </w:t>
      </w:r>
      <w:r>
        <w:rPr>
          <w:bCs/>
          <w:sz w:val="22"/>
          <w:szCs w:val="22"/>
        </w:rPr>
        <w:br/>
        <w:t>z dnia 11 marca 2004 r. o podatku od towarów i usług (Dz.U. z 202</w:t>
      </w:r>
      <w:r w:rsidR="00AD3934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 r. poz.</w:t>
      </w:r>
      <w:r w:rsidR="00CA4C84">
        <w:rPr>
          <w:bCs/>
          <w:sz w:val="22"/>
          <w:szCs w:val="22"/>
        </w:rPr>
        <w:t xml:space="preserve"> </w:t>
      </w:r>
      <w:r w:rsidR="00AD3934">
        <w:rPr>
          <w:bCs/>
          <w:sz w:val="22"/>
          <w:szCs w:val="22"/>
        </w:rPr>
        <w:t>775</w:t>
      </w:r>
      <w:r>
        <w:rPr>
          <w:bCs/>
          <w:sz w:val="22"/>
          <w:szCs w:val="22"/>
        </w:rPr>
        <w:t xml:space="preserve"> ze zm.),  w wyniku czego wskazuję: nazwę (rodzaj) towaru lub usługi, których dostawa lub świadczenie będą prowadziły do jego powstania, wartość towaru lub usługi objętego obowiązkiem podatkowym zamawiającego bez kwoty podatku, stawkę podatku od warów i usług, która będzie miała zastosowanie:</w:t>
      </w:r>
      <w:r w:rsidR="00343E1A">
        <w:rPr>
          <w:bCs/>
          <w:sz w:val="22"/>
          <w:szCs w:val="22"/>
        </w:rPr>
        <w:t xml:space="preserve"> </w:t>
      </w:r>
      <w:r w:rsidR="00B46D1F">
        <w:rPr>
          <w:bCs/>
          <w:sz w:val="22"/>
          <w:szCs w:val="22"/>
        </w:rPr>
        <w:t>………………….………</w:t>
      </w:r>
      <w:r w:rsidR="00343E1A">
        <w:rPr>
          <w:bCs/>
          <w:sz w:val="22"/>
          <w:szCs w:val="22"/>
        </w:rPr>
        <w:t>………………</w:t>
      </w:r>
      <w:r w:rsidR="00B46D1F">
        <w:rPr>
          <w:bCs/>
          <w:sz w:val="22"/>
          <w:szCs w:val="22"/>
        </w:rPr>
        <w:t>….</w:t>
      </w:r>
      <w:r>
        <w:rPr>
          <w:bCs/>
          <w:sz w:val="22"/>
          <w:szCs w:val="22"/>
        </w:rPr>
        <w:t>…………………………………………………….……</w:t>
      </w:r>
    </w:p>
    <w:p w14:paraId="423E35DD" w14:textId="0E18FA5F" w:rsidR="00F41C38" w:rsidRPr="00F41C38" w:rsidRDefault="00F41C38" w:rsidP="00F41C38">
      <w:pPr>
        <w:pStyle w:val="Akapitzlist"/>
        <w:spacing w:before="240" w:after="240" w:line="276" w:lineRule="auto"/>
        <w:ind w:left="284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(INFORMACJA: powstanie obowiązku podatkowego u Zamawiającego może wynikać z takich okoliczności jak: wewnątrzwspólnotowe nabycie towarów, import usług lub towarów, mechanizm odwróconego obciążenia podatkiem VAT np. określone w ustawie o podatku od towarów i usług dostawy sprzętu elektronicznego.)</w:t>
      </w:r>
    </w:p>
    <w:p w14:paraId="4D9C8A18" w14:textId="77777777" w:rsidR="00493A1E" w:rsidRPr="00B87925" w:rsidRDefault="00493A1E" w:rsidP="00493A1E">
      <w:pPr>
        <w:pStyle w:val="Akapitzlist"/>
        <w:widowControl w:val="0"/>
        <w:tabs>
          <w:tab w:val="left" w:pos="0"/>
        </w:tabs>
        <w:suppressAutoHyphens/>
        <w:spacing w:after="200" w:line="276" w:lineRule="auto"/>
        <w:ind w:left="284"/>
        <w:rPr>
          <w:rFonts w:eastAsia="Lucida Sans Unicode"/>
          <w:kern w:val="2"/>
          <w:sz w:val="18"/>
          <w:szCs w:val="18"/>
          <w:lang w:eastAsia="zh-CN"/>
        </w:rPr>
      </w:pPr>
    </w:p>
    <w:p w14:paraId="49705795" w14:textId="77777777" w:rsidR="00B46D1F" w:rsidRPr="0088431D" w:rsidRDefault="00493A1E" w:rsidP="00B46D1F">
      <w:pPr>
        <w:pStyle w:val="Akapitzlist"/>
        <w:widowControl w:val="0"/>
        <w:numPr>
          <w:ilvl w:val="0"/>
          <w:numId w:val="1"/>
        </w:numPr>
        <w:tabs>
          <w:tab w:val="left" w:pos="0"/>
          <w:tab w:val="left" w:pos="9497"/>
        </w:tabs>
        <w:suppressAutoHyphens/>
        <w:spacing w:line="276" w:lineRule="auto"/>
        <w:ind w:left="284" w:hanging="284"/>
        <w:jc w:val="both"/>
        <w:rPr>
          <w:rFonts w:eastAsia="Lucida Sans Unicode"/>
          <w:kern w:val="2"/>
          <w:sz w:val="22"/>
          <w:szCs w:val="22"/>
          <w:lang w:eastAsia="zh-CN"/>
        </w:rPr>
      </w:pPr>
      <w:r w:rsidRPr="0088431D">
        <w:rPr>
          <w:rFonts w:eastAsia="Lucida Sans Unicode"/>
          <w:kern w:val="2"/>
          <w:sz w:val="22"/>
          <w:szCs w:val="22"/>
          <w:lang w:eastAsia="zh-CN"/>
        </w:rPr>
        <w:t>Niżej wymienione dokumenty składające się na ofertę</w:t>
      </w:r>
      <w:r w:rsidR="00A857E5" w:rsidRPr="0088431D">
        <w:rPr>
          <w:rFonts w:eastAsia="Lucida Sans Unicode"/>
          <w:kern w:val="2"/>
          <w:sz w:val="22"/>
          <w:szCs w:val="22"/>
          <w:lang w:eastAsia="zh-CN"/>
        </w:rPr>
        <w:t xml:space="preserve"> stanowią </w:t>
      </w:r>
      <w:r w:rsidR="00A066DF" w:rsidRPr="0088431D">
        <w:rPr>
          <w:rFonts w:eastAsia="Lucida Sans Unicode"/>
          <w:kern w:val="2"/>
          <w:sz w:val="22"/>
          <w:szCs w:val="22"/>
          <w:lang w:eastAsia="zh-CN"/>
        </w:rPr>
        <w:t xml:space="preserve">tajemnicę przedsiębiorstwa </w:t>
      </w:r>
      <w:r w:rsidR="008B3666" w:rsidRPr="0088431D">
        <w:rPr>
          <w:rFonts w:eastAsia="Lucida Sans Unicode"/>
          <w:kern w:val="2"/>
          <w:sz w:val="22"/>
          <w:szCs w:val="22"/>
          <w:lang w:eastAsia="zh-CN"/>
        </w:rPr>
        <w:br/>
      </w:r>
      <w:r w:rsidR="00A066DF" w:rsidRPr="0088431D">
        <w:rPr>
          <w:rFonts w:eastAsia="Lucida Sans Unicode"/>
          <w:kern w:val="2"/>
          <w:sz w:val="22"/>
          <w:szCs w:val="22"/>
          <w:lang w:eastAsia="zh-CN"/>
        </w:rPr>
        <w:t>w rozumieniu przepisów ustawy z dnia 16 kwietnia 1993 r. o zwalczaniu nieuczciwej konkurencji (Dz.U. z 2</w:t>
      </w:r>
      <w:r w:rsidR="003412D2" w:rsidRPr="0088431D">
        <w:rPr>
          <w:rFonts w:eastAsia="Lucida Sans Unicode"/>
          <w:kern w:val="2"/>
          <w:sz w:val="22"/>
          <w:szCs w:val="22"/>
          <w:lang w:eastAsia="zh-CN"/>
        </w:rPr>
        <w:t>02</w:t>
      </w:r>
      <w:r w:rsidR="00ED04AA" w:rsidRPr="0088431D">
        <w:rPr>
          <w:rFonts w:eastAsia="Lucida Sans Unicode"/>
          <w:kern w:val="2"/>
          <w:sz w:val="22"/>
          <w:szCs w:val="22"/>
          <w:lang w:eastAsia="zh-CN"/>
        </w:rPr>
        <w:t>2</w:t>
      </w:r>
      <w:r w:rsidR="00A066DF" w:rsidRPr="0088431D">
        <w:rPr>
          <w:rFonts w:eastAsia="Lucida Sans Unicode"/>
          <w:kern w:val="2"/>
          <w:sz w:val="22"/>
          <w:szCs w:val="22"/>
          <w:lang w:eastAsia="zh-CN"/>
        </w:rPr>
        <w:t xml:space="preserve"> r. poz. </w:t>
      </w:r>
      <w:r w:rsidR="003412D2" w:rsidRPr="0088431D">
        <w:rPr>
          <w:rFonts w:eastAsia="Lucida Sans Unicode"/>
          <w:kern w:val="2"/>
          <w:sz w:val="22"/>
          <w:szCs w:val="22"/>
          <w:lang w:eastAsia="zh-CN"/>
        </w:rPr>
        <w:t>1</w:t>
      </w:r>
      <w:r w:rsidR="00ED04AA" w:rsidRPr="0088431D">
        <w:rPr>
          <w:rFonts w:eastAsia="Lucida Sans Unicode"/>
          <w:kern w:val="2"/>
          <w:sz w:val="22"/>
          <w:szCs w:val="22"/>
          <w:lang w:eastAsia="zh-CN"/>
        </w:rPr>
        <w:t>233</w:t>
      </w:r>
      <w:r w:rsidR="003412D2" w:rsidRPr="0088431D">
        <w:rPr>
          <w:rFonts w:eastAsia="Lucida Sans Unicode"/>
          <w:kern w:val="2"/>
          <w:sz w:val="22"/>
          <w:szCs w:val="22"/>
          <w:lang w:eastAsia="zh-CN"/>
        </w:rPr>
        <w:t>)</w:t>
      </w:r>
      <w:r w:rsidR="00A066DF" w:rsidRPr="0088431D">
        <w:rPr>
          <w:rFonts w:eastAsia="Lucida Sans Unicode"/>
          <w:kern w:val="2"/>
          <w:sz w:val="22"/>
          <w:szCs w:val="22"/>
          <w:lang w:eastAsia="zh-CN"/>
        </w:rPr>
        <w:t xml:space="preserve"> i</w:t>
      </w:r>
      <w:r w:rsidRPr="0088431D">
        <w:rPr>
          <w:rFonts w:eastAsia="Lucida Sans Unicode"/>
          <w:kern w:val="2"/>
          <w:sz w:val="22"/>
          <w:szCs w:val="22"/>
          <w:lang w:eastAsia="zh-CN"/>
        </w:rPr>
        <w:t xml:space="preserve"> </w:t>
      </w:r>
      <w:r w:rsidRPr="0088431D">
        <w:rPr>
          <w:rFonts w:eastAsia="Lucida Sans Unicode"/>
          <w:b/>
          <w:kern w:val="2"/>
          <w:sz w:val="22"/>
          <w:szCs w:val="22"/>
          <w:lang w:eastAsia="zh-CN"/>
        </w:rPr>
        <w:t>nie mogą być</w:t>
      </w:r>
      <w:r w:rsidRPr="0088431D">
        <w:rPr>
          <w:rFonts w:eastAsia="Lucida Sans Unicode"/>
          <w:kern w:val="2"/>
          <w:sz w:val="22"/>
          <w:szCs w:val="22"/>
          <w:lang w:eastAsia="zh-CN"/>
        </w:rPr>
        <w:t xml:space="preserve"> ogólnie udostępnione</w:t>
      </w:r>
      <w:r w:rsidR="00931094" w:rsidRPr="0088431D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12B3AA8D" w14:textId="666CC522" w:rsidR="00B46D1F" w:rsidRPr="0088431D" w:rsidRDefault="00A066DF" w:rsidP="00B46D1F">
      <w:pPr>
        <w:pStyle w:val="Akapitzlist"/>
        <w:widowControl w:val="0"/>
        <w:tabs>
          <w:tab w:val="left" w:pos="0"/>
          <w:tab w:val="left" w:pos="9497"/>
        </w:tabs>
        <w:suppressAutoHyphens/>
        <w:spacing w:line="276" w:lineRule="auto"/>
        <w:ind w:left="284"/>
        <w:jc w:val="both"/>
        <w:rPr>
          <w:rFonts w:eastAsia="Arial"/>
          <w:kern w:val="2"/>
          <w:sz w:val="22"/>
          <w:szCs w:val="22"/>
          <w:lang w:eastAsia="zh-CN"/>
        </w:rPr>
      </w:pPr>
      <w:r w:rsidRPr="0088431D">
        <w:rPr>
          <w:rFonts w:eastAsia="Arial"/>
          <w:kern w:val="2"/>
          <w:sz w:val="22"/>
          <w:szCs w:val="22"/>
          <w:lang w:eastAsia="zh-CN"/>
        </w:rPr>
        <w:t>1)………………………………</w:t>
      </w:r>
      <w:r w:rsidR="00B46D1F" w:rsidRPr="0088431D">
        <w:rPr>
          <w:rFonts w:eastAsia="Arial"/>
          <w:kern w:val="2"/>
          <w:sz w:val="22"/>
          <w:szCs w:val="22"/>
          <w:lang w:eastAsia="zh-CN"/>
        </w:rPr>
        <w:t>………………………</w:t>
      </w:r>
      <w:r w:rsidR="0088431D">
        <w:rPr>
          <w:rFonts w:eastAsia="Arial"/>
          <w:kern w:val="2"/>
          <w:sz w:val="22"/>
          <w:szCs w:val="22"/>
          <w:lang w:eastAsia="zh-CN"/>
        </w:rPr>
        <w:t>………...</w:t>
      </w:r>
      <w:r w:rsidR="00B46D1F" w:rsidRPr="0088431D">
        <w:rPr>
          <w:rFonts w:eastAsia="Arial"/>
          <w:kern w:val="2"/>
          <w:sz w:val="22"/>
          <w:szCs w:val="22"/>
          <w:lang w:eastAsia="zh-CN"/>
        </w:rPr>
        <w:t>…..</w:t>
      </w:r>
      <w:r w:rsidRPr="0088431D">
        <w:rPr>
          <w:rFonts w:eastAsia="Arial"/>
          <w:kern w:val="2"/>
          <w:sz w:val="22"/>
          <w:szCs w:val="22"/>
          <w:lang w:eastAsia="zh-CN"/>
        </w:rPr>
        <w:t>……………………</w:t>
      </w:r>
      <w:r w:rsidR="00B46D1F" w:rsidRPr="0088431D">
        <w:rPr>
          <w:rFonts w:eastAsia="Arial"/>
          <w:kern w:val="2"/>
          <w:sz w:val="22"/>
          <w:szCs w:val="22"/>
          <w:lang w:eastAsia="zh-CN"/>
        </w:rPr>
        <w:t>..</w:t>
      </w:r>
      <w:r w:rsidRPr="0088431D">
        <w:rPr>
          <w:rFonts w:eastAsia="Arial"/>
          <w:kern w:val="2"/>
          <w:sz w:val="22"/>
          <w:szCs w:val="22"/>
          <w:lang w:eastAsia="zh-CN"/>
        </w:rPr>
        <w:t>…………</w:t>
      </w:r>
      <w:r w:rsidR="00B46D1F" w:rsidRPr="0088431D">
        <w:rPr>
          <w:rFonts w:eastAsia="Arial"/>
          <w:kern w:val="2"/>
          <w:sz w:val="22"/>
          <w:szCs w:val="22"/>
          <w:lang w:eastAsia="zh-CN"/>
        </w:rPr>
        <w:t>,</w:t>
      </w:r>
    </w:p>
    <w:p w14:paraId="61DA4051" w14:textId="57B104D4" w:rsidR="00E6330F" w:rsidRDefault="00A066DF" w:rsidP="00343E1A">
      <w:pPr>
        <w:pStyle w:val="Akapitzlist"/>
        <w:widowControl w:val="0"/>
        <w:tabs>
          <w:tab w:val="left" w:pos="0"/>
          <w:tab w:val="left" w:pos="9497"/>
        </w:tabs>
        <w:suppressAutoHyphens/>
        <w:spacing w:after="120" w:line="276" w:lineRule="auto"/>
        <w:ind w:left="284"/>
        <w:contextualSpacing w:val="0"/>
        <w:jc w:val="both"/>
        <w:rPr>
          <w:rFonts w:eastAsia="Arial"/>
          <w:kern w:val="2"/>
          <w:sz w:val="22"/>
          <w:szCs w:val="22"/>
          <w:lang w:eastAsia="zh-CN"/>
        </w:rPr>
      </w:pPr>
      <w:r w:rsidRPr="0088431D">
        <w:rPr>
          <w:rFonts w:eastAsia="Arial"/>
          <w:kern w:val="2"/>
          <w:sz w:val="22"/>
          <w:szCs w:val="22"/>
          <w:lang w:eastAsia="zh-CN"/>
        </w:rPr>
        <w:t>2) …………………………………………………………………</w:t>
      </w:r>
      <w:r w:rsidR="0088431D">
        <w:rPr>
          <w:rFonts w:eastAsia="Arial"/>
          <w:kern w:val="2"/>
          <w:sz w:val="22"/>
          <w:szCs w:val="22"/>
          <w:lang w:eastAsia="zh-CN"/>
        </w:rPr>
        <w:t>………...</w:t>
      </w:r>
      <w:r w:rsidRPr="0088431D">
        <w:rPr>
          <w:rFonts w:eastAsia="Arial"/>
          <w:kern w:val="2"/>
          <w:sz w:val="22"/>
          <w:szCs w:val="22"/>
          <w:lang w:eastAsia="zh-CN"/>
        </w:rPr>
        <w:t>…</w:t>
      </w:r>
      <w:r w:rsidR="00B46D1F" w:rsidRPr="0088431D">
        <w:rPr>
          <w:rFonts w:eastAsia="Arial"/>
          <w:kern w:val="2"/>
          <w:sz w:val="22"/>
          <w:szCs w:val="22"/>
          <w:lang w:eastAsia="zh-CN"/>
        </w:rPr>
        <w:t>………………………</w:t>
      </w:r>
    </w:p>
    <w:p w14:paraId="0661E1B8" w14:textId="642B8A36" w:rsidR="0088431D" w:rsidRPr="0088431D" w:rsidRDefault="0088431D" w:rsidP="0088431D">
      <w:pPr>
        <w:pStyle w:val="Akapitzlist"/>
        <w:widowControl w:val="0"/>
        <w:tabs>
          <w:tab w:val="left" w:pos="0"/>
          <w:tab w:val="left" w:pos="9497"/>
        </w:tabs>
        <w:spacing w:after="120" w:line="276" w:lineRule="auto"/>
        <w:ind w:left="284"/>
        <w:jc w:val="both"/>
        <w:rPr>
          <w:rFonts w:eastAsia="Lucida Sans Unicode"/>
          <w:kern w:val="2"/>
          <w:sz w:val="20"/>
          <w:szCs w:val="20"/>
          <w:lang w:eastAsia="zh-CN"/>
        </w:rPr>
      </w:pPr>
      <w:r w:rsidRPr="0088431D">
        <w:rPr>
          <w:rFonts w:eastAsia="Lucida Sans Unicode"/>
          <w:kern w:val="2"/>
          <w:sz w:val="20"/>
          <w:szCs w:val="20"/>
          <w:lang w:eastAsia="zh-CN"/>
        </w:rPr>
        <w:t xml:space="preserve">Zamawiający informuję, że Wykonawca musi dołączyć </w:t>
      </w:r>
      <w:r w:rsidRPr="0088431D">
        <w:rPr>
          <w:rFonts w:eastAsia="Lucida Sans Unicode"/>
          <w:bCs/>
          <w:iCs/>
          <w:kern w:val="2"/>
          <w:sz w:val="20"/>
          <w:szCs w:val="20"/>
          <w:lang w:val="x-none" w:eastAsia="zh-CN"/>
        </w:rPr>
        <w:t xml:space="preserve">stosowne </w:t>
      </w:r>
      <w:r w:rsidRPr="0088431D">
        <w:rPr>
          <w:rFonts w:eastAsia="Lucida Sans Unicode"/>
          <w:bCs/>
          <w:iCs/>
          <w:kern w:val="2"/>
          <w:sz w:val="20"/>
          <w:szCs w:val="20"/>
          <w:lang w:eastAsia="zh-CN"/>
        </w:rPr>
        <w:t>uzasadnienie</w:t>
      </w:r>
      <w:r w:rsidRPr="0088431D">
        <w:rPr>
          <w:rFonts w:eastAsia="Lucida Sans Unicode"/>
          <w:bCs/>
          <w:iCs/>
          <w:kern w:val="2"/>
          <w:sz w:val="20"/>
          <w:szCs w:val="20"/>
          <w:lang w:val="x-none" w:eastAsia="zh-CN"/>
        </w:rPr>
        <w:t xml:space="preserve">, iż zastrzeżone informacje stanowią tajemnicę przedsiębiorstwa, które </w:t>
      </w:r>
      <w:r>
        <w:rPr>
          <w:rFonts w:eastAsia="Lucida Sans Unicode"/>
          <w:bCs/>
          <w:iCs/>
          <w:kern w:val="2"/>
          <w:sz w:val="20"/>
          <w:szCs w:val="20"/>
          <w:lang w:val="x-none" w:eastAsia="zh-CN"/>
        </w:rPr>
        <w:t>z</w:t>
      </w:r>
      <w:r w:rsidRPr="0088431D">
        <w:rPr>
          <w:rFonts w:eastAsia="Lucida Sans Unicode"/>
          <w:bCs/>
          <w:iCs/>
          <w:kern w:val="2"/>
          <w:sz w:val="20"/>
          <w:szCs w:val="20"/>
          <w:lang w:val="x-none" w:eastAsia="zh-CN"/>
        </w:rPr>
        <w:t xml:space="preserve">ostanie </w:t>
      </w:r>
      <w:r w:rsidRPr="0088431D">
        <w:rPr>
          <w:rFonts w:eastAsia="Lucida Sans Unicode"/>
          <w:kern w:val="2"/>
          <w:sz w:val="20"/>
          <w:szCs w:val="20"/>
          <w:lang w:eastAsia="zh-CN"/>
        </w:rPr>
        <w:t xml:space="preserve">sformułowane w sposób umożliwiający jego udostępnienie pozostałym uczestnikom postępowania. </w:t>
      </w:r>
    </w:p>
    <w:p w14:paraId="094123E7" w14:textId="2C8E24EE" w:rsidR="0088431D" w:rsidRPr="0088431D" w:rsidRDefault="0088431D" w:rsidP="0088431D">
      <w:pPr>
        <w:pStyle w:val="Akapitzlist"/>
        <w:widowControl w:val="0"/>
        <w:tabs>
          <w:tab w:val="left" w:pos="0"/>
          <w:tab w:val="left" w:pos="9497"/>
        </w:tabs>
        <w:spacing w:after="120" w:line="276" w:lineRule="auto"/>
        <w:ind w:left="284"/>
        <w:contextualSpacing w:val="0"/>
        <w:rPr>
          <w:rFonts w:eastAsia="Lucida Sans Unicode"/>
          <w:kern w:val="2"/>
          <w:sz w:val="20"/>
          <w:szCs w:val="20"/>
          <w:lang w:eastAsia="zh-CN"/>
        </w:rPr>
      </w:pPr>
      <w:r w:rsidRPr="0088431D">
        <w:rPr>
          <w:rFonts w:eastAsia="Lucida Sans Unicode"/>
          <w:kern w:val="2"/>
          <w:sz w:val="20"/>
          <w:szCs w:val="20"/>
          <w:lang w:eastAsia="zh-CN"/>
        </w:rPr>
        <w:t>Wykonawca nie może zastrzec informacji, o których mowa w art. 222 ust. 5 ustawy Pzp.</w:t>
      </w:r>
    </w:p>
    <w:p w14:paraId="6D3E731F" w14:textId="1814457B" w:rsidR="00E6330F" w:rsidRPr="0088431D" w:rsidRDefault="00E6330F" w:rsidP="00584709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88431D">
        <w:rPr>
          <w:sz w:val="22"/>
          <w:szCs w:val="22"/>
        </w:rPr>
        <w:t>Składam</w:t>
      </w:r>
      <w:r w:rsidR="0096455B" w:rsidRPr="0088431D">
        <w:rPr>
          <w:sz w:val="22"/>
          <w:szCs w:val="22"/>
        </w:rPr>
        <w:t>/</w:t>
      </w:r>
      <w:r w:rsidRPr="0088431D">
        <w:rPr>
          <w:sz w:val="22"/>
          <w:szCs w:val="22"/>
        </w:rPr>
        <w:t>y ofertę jako Konsorcjum i tym samym, zgodnie z art. 117 ust. 4 ustawy Pzp, oświadczam</w:t>
      </w:r>
      <w:r w:rsidR="0096455B" w:rsidRPr="0088431D">
        <w:rPr>
          <w:sz w:val="22"/>
          <w:szCs w:val="22"/>
        </w:rPr>
        <w:t>/</w:t>
      </w:r>
      <w:r w:rsidRPr="0088431D">
        <w:rPr>
          <w:sz w:val="22"/>
          <w:szCs w:val="22"/>
        </w:rPr>
        <w:t>y, że prace polegające na:</w:t>
      </w:r>
      <w:r w:rsidR="00947AD8" w:rsidRPr="0088431D">
        <w:rPr>
          <w:sz w:val="22"/>
          <w:szCs w:val="22"/>
        </w:rPr>
        <w:t xml:space="preserve"> </w:t>
      </w:r>
      <w:r w:rsidRPr="0088431D">
        <w:rPr>
          <w:sz w:val="22"/>
          <w:szCs w:val="22"/>
        </w:rPr>
        <w:t>………</w:t>
      </w:r>
      <w:r w:rsidR="0088431D">
        <w:rPr>
          <w:sz w:val="22"/>
          <w:szCs w:val="22"/>
        </w:rPr>
        <w:t>………………………..</w:t>
      </w:r>
      <w:r w:rsidRPr="0088431D">
        <w:rPr>
          <w:sz w:val="22"/>
          <w:szCs w:val="22"/>
        </w:rPr>
        <w:t>……………………………………………… wykona nw. Wykonawca wspólnie ubiegający się o udzielenie zamówienia:</w:t>
      </w:r>
      <w:r w:rsidR="0088431D">
        <w:rPr>
          <w:sz w:val="22"/>
          <w:szCs w:val="22"/>
        </w:rPr>
        <w:t xml:space="preserve"> ………………………...</w:t>
      </w:r>
    </w:p>
    <w:p w14:paraId="2E5A8D5C" w14:textId="6744286D" w:rsidR="0061011E" w:rsidRPr="0088431D" w:rsidRDefault="00E6330F" w:rsidP="006F7D33">
      <w:pPr>
        <w:pStyle w:val="Akapitzlist"/>
        <w:spacing w:before="240" w:line="360" w:lineRule="auto"/>
        <w:ind w:left="284"/>
        <w:jc w:val="both"/>
        <w:rPr>
          <w:sz w:val="22"/>
          <w:szCs w:val="22"/>
        </w:rPr>
      </w:pPr>
      <w:r w:rsidRPr="0088431D">
        <w:rPr>
          <w:sz w:val="22"/>
          <w:szCs w:val="22"/>
        </w:rPr>
        <w:t>……………………………………………</w:t>
      </w:r>
      <w:r w:rsidR="0088431D">
        <w:rPr>
          <w:sz w:val="22"/>
          <w:szCs w:val="22"/>
        </w:rPr>
        <w:t>………….</w:t>
      </w:r>
      <w:r w:rsidRPr="0088431D">
        <w:rPr>
          <w:sz w:val="22"/>
          <w:szCs w:val="22"/>
        </w:rPr>
        <w:t>………………………………………</w:t>
      </w:r>
      <w:r w:rsidR="00947AD8" w:rsidRPr="0088431D">
        <w:rPr>
          <w:sz w:val="22"/>
          <w:szCs w:val="22"/>
        </w:rPr>
        <w:t>……..</w:t>
      </w:r>
      <w:r w:rsidRPr="0088431D">
        <w:rPr>
          <w:sz w:val="22"/>
          <w:szCs w:val="22"/>
        </w:rPr>
        <w:t>…</w:t>
      </w:r>
    </w:p>
    <w:p w14:paraId="35269D5F" w14:textId="49FC4060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91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3"/>
        <w:gridCol w:w="7088"/>
      </w:tblGrid>
      <w:tr w:rsidR="00AE2ACB" w:rsidRPr="00AE2ACB" w14:paraId="6B220FBD" w14:textId="77777777" w:rsidTr="00D135AA"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25701E87" w14:textId="0463006E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  <w:r w:rsidR="00D135AA"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7088" w:type="dxa"/>
          </w:tcPr>
          <w:p w14:paraId="594FF2C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9F91339" w14:textId="77777777" w:rsidTr="00D135AA"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14C2B621" w14:textId="65142CE3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  <w:r w:rsidR="00D135AA"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7088" w:type="dxa"/>
          </w:tcPr>
          <w:p w14:paraId="0CD1DC32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5AEF639E" w14:textId="77777777" w:rsidTr="00D135AA"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1363603B" w14:textId="520AF1C1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  <w:r w:rsidR="00D135AA"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7088" w:type="dxa"/>
          </w:tcPr>
          <w:p w14:paraId="666F67D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F2BD7CB" w14:textId="77777777" w:rsidTr="00D135AA"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2CCD8D4D" w14:textId="08E96B88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lastRenderedPageBreak/>
              <w:t>e-mail</w:t>
            </w:r>
            <w:r w:rsidR="00D135AA"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7088" w:type="dxa"/>
          </w:tcPr>
          <w:p w14:paraId="64B281D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4002538C" w14:textId="2C9C8A6C" w:rsidR="00525EFF" w:rsidRDefault="00584709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584709">
        <w:rPr>
          <w:b/>
          <w:bCs/>
          <w:sz w:val="22"/>
          <w:szCs w:val="22"/>
        </w:rPr>
        <w:t>ZAŁĄC</w:t>
      </w:r>
      <w:r>
        <w:rPr>
          <w:b/>
          <w:bCs/>
          <w:sz w:val="22"/>
          <w:szCs w:val="22"/>
        </w:rPr>
        <w:t>Z</w:t>
      </w:r>
      <w:r w:rsidRPr="00584709">
        <w:rPr>
          <w:b/>
          <w:bCs/>
          <w:sz w:val="22"/>
          <w:szCs w:val="22"/>
        </w:rPr>
        <w:t xml:space="preserve">NIKAMI </w:t>
      </w:r>
      <w:r w:rsidR="0097776D">
        <w:rPr>
          <w:sz w:val="22"/>
          <w:szCs w:val="22"/>
        </w:rPr>
        <w:t>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344C02AB" w14:textId="2A449EE6" w:rsidR="007D475B" w:rsidRPr="008B3666" w:rsidRDefault="008B3666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8B3666">
        <w:rPr>
          <w:bCs/>
          <w:sz w:val="22"/>
          <w:szCs w:val="22"/>
        </w:rPr>
        <w:t>…………</w:t>
      </w:r>
      <w:r w:rsidR="00B46D1F">
        <w:rPr>
          <w:bCs/>
          <w:sz w:val="22"/>
          <w:szCs w:val="22"/>
        </w:rPr>
        <w:t>………</w:t>
      </w:r>
      <w:r w:rsidRPr="008B3666">
        <w:rPr>
          <w:bCs/>
          <w:sz w:val="22"/>
          <w:szCs w:val="22"/>
        </w:rPr>
        <w:t>…………………………………</w:t>
      </w:r>
      <w:r w:rsidR="00343E1A">
        <w:rPr>
          <w:bCs/>
          <w:sz w:val="22"/>
          <w:szCs w:val="22"/>
        </w:rPr>
        <w:t>...</w:t>
      </w:r>
      <w:r w:rsidRPr="008B3666">
        <w:rPr>
          <w:bCs/>
          <w:sz w:val="22"/>
          <w:szCs w:val="22"/>
        </w:rPr>
        <w:t>……………………………</w:t>
      </w:r>
      <w:r w:rsidR="00343E1A">
        <w:rPr>
          <w:bCs/>
          <w:sz w:val="22"/>
          <w:szCs w:val="22"/>
        </w:rPr>
        <w:t>.</w:t>
      </w:r>
      <w:r w:rsidRPr="008B3666">
        <w:rPr>
          <w:bCs/>
          <w:sz w:val="22"/>
          <w:szCs w:val="22"/>
        </w:rPr>
        <w:t>………………</w:t>
      </w:r>
      <w:r w:rsidR="00B46D1F">
        <w:rPr>
          <w:bCs/>
          <w:sz w:val="22"/>
          <w:szCs w:val="22"/>
        </w:rPr>
        <w:t>,</w:t>
      </w:r>
    </w:p>
    <w:p w14:paraId="470BFF1C" w14:textId="07CEBA89" w:rsidR="00074EB7" w:rsidRPr="00343E1A" w:rsidRDefault="008B3666" w:rsidP="00343E1A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8B3666">
        <w:rPr>
          <w:bCs/>
          <w:sz w:val="22"/>
          <w:szCs w:val="22"/>
        </w:rPr>
        <w:t>……………………………………………………………</w:t>
      </w:r>
      <w:r w:rsidR="00B46D1F">
        <w:rPr>
          <w:bCs/>
          <w:sz w:val="22"/>
          <w:szCs w:val="22"/>
        </w:rPr>
        <w:t>…….</w:t>
      </w:r>
      <w:r w:rsidRPr="008B3666">
        <w:rPr>
          <w:bCs/>
          <w:sz w:val="22"/>
          <w:szCs w:val="22"/>
        </w:rPr>
        <w:t>………………</w:t>
      </w:r>
      <w:r w:rsidR="00343E1A">
        <w:rPr>
          <w:bCs/>
          <w:sz w:val="22"/>
          <w:szCs w:val="22"/>
        </w:rPr>
        <w:t>…</w:t>
      </w:r>
      <w:r w:rsidRPr="008B3666">
        <w:rPr>
          <w:bCs/>
          <w:sz w:val="22"/>
          <w:szCs w:val="22"/>
        </w:rPr>
        <w:t>………………</w:t>
      </w:r>
    </w:p>
    <w:p w14:paraId="5A6854C8" w14:textId="77777777" w:rsidR="00343E1A" w:rsidRDefault="00343E1A" w:rsidP="00343E1A">
      <w:pPr>
        <w:tabs>
          <w:tab w:val="center" w:pos="7655"/>
        </w:tabs>
        <w:rPr>
          <w:i/>
          <w:sz w:val="18"/>
          <w:szCs w:val="18"/>
        </w:rPr>
      </w:pPr>
    </w:p>
    <w:p w14:paraId="22EF080F" w14:textId="77777777" w:rsidR="003A7383" w:rsidRDefault="003A7383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0A0D9A82" w14:textId="77777777" w:rsidR="003A7383" w:rsidRDefault="003A7383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144B5133" w14:textId="77777777" w:rsidR="003A7383" w:rsidRDefault="003A7383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725627AB" w14:textId="77777777" w:rsidR="003A7383" w:rsidRDefault="003A7383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2923B103" w14:textId="77777777" w:rsidR="003A7383" w:rsidRDefault="003A7383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1903CA8E" w14:textId="77777777" w:rsidR="003A7383" w:rsidRDefault="003A7383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1884EA0A" w14:textId="594A78A9" w:rsidR="00343E1A" w:rsidRDefault="00343E1A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…………………………………………………………………………………………</w:t>
      </w:r>
      <w:r w:rsidR="0096455B">
        <w:rPr>
          <w:i/>
          <w:sz w:val="18"/>
          <w:szCs w:val="18"/>
        </w:rPr>
        <w:t xml:space="preserve">                </w:t>
      </w:r>
    </w:p>
    <w:p w14:paraId="2A86805A" w14:textId="44C6C51E" w:rsidR="00277DBE" w:rsidRDefault="0096455B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 w:rsidR="00343E1A" w:rsidRPr="00343E1A">
        <w:rPr>
          <w:i/>
          <w:sz w:val="18"/>
          <w:szCs w:val="18"/>
        </w:rPr>
        <w:t xml:space="preserve">(podpis osoby uprawnionej do składania </w:t>
      </w:r>
      <w:r w:rsidRPr="007D475B">
        <w:rPr>
          <w:i/>
          <w:sz w:val="18"/>
          <w:szCs w:val="18"/>
        </w:rPr>
        <w:t>oświadczeń</w:t>
      </w:r>
      <w:r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>woli</w:t>
      </w:r>
      <w:r w:rsidR="0097776D" w:rsidRPr="007D475B">
        <w:rPr>
          <w:i/>
          <w:sz w:val="18"/>
          <w:szCs w:val="18"/>
        </w:rPr>
        <w:t xml:space="preserve"> w imieniu Wykonawcy)</w:t>
      </w:r>
    </w:p>
    <w:p w14:paraId="4909FD95" w14:textId="77777777" w:rsidR="005036C4" w:rsidRDefault="005036C4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29650F7E" w14:textId="77777777" w:rsidR="005036C4" w:rsidRDefault="005036C4" w:rsidP="00343E1A">
      <w:pPr>
        <w:tabs>
          <w:tab w:val="center" w:pos="7655"/>
        </w:tabs>
        <w:ind w:left="2832"/>
        <w:jc w:val="center"/>
        <w:rPr>
          <w:i/>
          <w:sz w:val="18"/>
          <w:szCs w:val="18"/>
        </w:rPr>
      </w:pPr>
    </w:p>
    <w:p w14:paraId="2EA10416" w14:textId="6C67A2A7" w:rsidR="00343E1A" w:rsidRPr="00273B70" w:rsidRDefault="00277DBE" w:rsidP="0050116E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bCs/>
          <w:color w:val="000000"/>
          <w:sz w:val="14"/>
          <w:szCs w:val="14"/>
        </w:rPr>
      </w:pPr>
      <w:r w:rsidRPr="00277DBE">
        <w:rPr>
          <w:b/>
          <w:bCs/>
          <w:color w:val="000000"/>
          <w:sz w:val="14"/>
          <w:szCs w:val="14"/>
        </w:rPr>
        <w:t>UWAGA:</w:t>
      </w:r>
      <w:r w:rsidRPr="00277DBE">
        <w:rPr>
          <w:sz w:val="14"/>
          <w:szCs w:val="14"/>
        </w:rPr>
        <w:t xml:space="preserve"> </w:t>
      </w:r>
      <w:r w:rsidR="003412D2">
        <w:rPr>
          <w:bCs/>
          <w:color w:val="000000"/>
          <w:sz w:val="14"/>
          <w:szCs w:val="14"/>
        </w:rPr>
        <w:t>Formularz ofertowy</w:t>
      </w:r>
      <w:r w:rsidRPr="00277DBE">
        <w:rPr>
          <w:bCs/>
          <w:color w:val="000000"/>
          <w:sz w:val="14"/>
          <w:szCs w:val="14"/>
        </w:rPr>
        <w:t xml:space="preserve"> opatruje się w formie elektronicznej (kwalifikowanym podpisem elektronicznym) lub w postaci elektronicznej podpisem zaufanym lub osobistym. Rekomendowany format - .pdf</w:t>
      </w:r>
      <w:r w:rsidR="0050116E">
        <w:rPr>
          <w:rStyle w:val="Odwoanieprzypisukocowego"/>
          <w:bCs/>
          <w:color w:val="000000"/>
          <w:sz w:val="14"/>
          <w:szCs w:val="14"/>
        </w:rPr>
        <w:endnoteReference w:id="1"/>
      </w:r>
    </w:p>
    <w:sectPr w:rsidR="00343E1A" w:rsidRPr="00273B70" w:rsidSect="00343E1A">
      <w:headerReference w:type="default" r:id="rId8"/>
      <w:footerReference w:type="default" r:id="rId9"/>
      <w:pgSz w:w="11906" w:h="16838"/>
      <w:pgMar w:top="1417" w:right="1417" w:bottom="1417" w:left="1417" w:header="709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426BB" w14:textId="77777777" w:rsidR="00744A58" w:rsidRDefault="00744A58" w:rsidP="00FF57EE">
      <w:r>
        <w:separator/>
      </w:r>
    </w:p>
  </w:endnote>
  <w:endnote w:type="continuationSeparator" w:id="0">
    <w:p w14:paraId="38D04D2E" w14:textId="77777777" w:rsidR="00744A58" w:rsidRDefault="00744A58" w:rsidP="00FF57EE">
      <w:r>
        <w:continuationSeparator/>
      </w:r>
    </w:p>
  </w:endnote>
  <w:endnote w:id="1">
    <w:p w14:paraId="5ED7BEED" w14:textId="05EE47C4" w:rsidR="0050116E" w:rsidRDefault="0050116E">
      <w:pPr>
        <w:pStyle w:val="Tekstprzypisukocowego"/>
      </w:pPr>
      <w:r w:rsidRPr="0050116E">
        <w:rPr>
          <w:color w:val="EE0000"/>
        </w:rPr>
        <w:t>** niepotrzebne skreślić</w:t>
      </w:r>
      <w:r>
        <w:rPr>
          <w:color w:val="EE0000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ajorEastAsia"/>
        <w:sz w:val="20"/>
        <w:szCs w:val="20"/>
      </w:rPr>
      <w:id w:val="1157345623"/>
      <w:docPartObj>
        <w:docPartGallery w:val="Page Numbers (Bottom of Page)"/>
        <w:docPartUnique/>
      </w:docPartObj>
    </w:sdtPr>
    <w:sdtEndPr/>
    <w:sdtContent>
      <w:p w14:paraId="25E6FCD6" w14:textId="4581D020" w:rsidR="00A92E5D" w:rsidRPr="00A92E5D" w:rsidRDefault="00A92E5D">
        <w:pPr>
          <w:pStyle w:val="Stopka"/>
          <w:jc w:val="right"/>
          <w:rPr>
            <w:rFonts w:eastAsiaTheme="majorEastAsia"/>
            <w:sz w:val="20"/>
            <w:szCs w:val="20"/>
          </w:rPr>
        </w:pPr>
        <w:r w:rsidRPr="00A92E5D">
          <w:rPr>
            <w:rFonts w:eastAsiaTheme="majorEastAsia"/>
            <w:sz w:val="20"/>
            <w:szCs w:val="20"/>
          </w:rPr>
          <w:t xml:space="preserve">str. </w:t>
        </w:r>
        <w:r w:rsidRPr="00A92E5D">
          <w:rPr>
            <w:rFonts w:eastAsiaTheme="minorEastAsia"/>
            <w:sz w:val="20"/>
            <w:szCs w:val="20"/>
          </w:rPr>
          <w:fldChar w:fldCharType="begin"/>
        </w:r>
        <w:r w:rsidRPr="00A92E5D">
          <w:rPr>
            <w:sz w:val="20"/>
            <w:szCs w:val="20"/>
          </w:rPr>
          <w:instrText>PAGE    \* MERGEFORMAT</w:instrText>
        </w:r>
        <w:r w:rsidRPr="00A92E5D">
          <w:rPr>
            <w:rFonts w:eastAsiaTheme="minorEastAsia"/>
            <w:sz w:val="20"/>
            <w:szCs w:val="20"/>
          </w:rPr>
          <w:fldChar w:fldCharType="separate"/>
        </w:r>
        <w:r w:rsidRPr="00A92E5D">
          <w:rPr>
            <w:rFonts w:eastAsiaTheme="majorEastAsia"/>
            <w:sz w:val="20"/>
            <w:szCs w:val="20"/>
          </w:rPr>
          <w:t>2</w:t>
        </w:r>
        <w:r w:rsidRPr="00A92E5D">
          <w:rPr>
            <w:rFonts w:eastAsiaTheme="majorEastAsia"/>
            <w:sz w:val="20"/>
            <w:szCs w:val="20"/>
          </w:rPr>
          <w:fldChar w:fldCharType="end"/>
        </w:r>
      </w:p>
    </w:sdtContent>
  </w:sdt>
  <w:p w14:paraId="707216E4" w14:textId="77777777" w:rsidR="003F18BC" w:rsidRDefault="003F1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2D872" w14:textId="77777777" w:rsidR="00744A58" w:rsidRDefault="00744A58" w:rsidP="00FF57EE">
      <w:r>
        <w:separator/>
      </w:r>
    </w:p>
  </w:footnote>
  <w:footnote w:type="continuationSeparator" w:id="0">
    <w:p w14:paraId="4BDF1232" w14:textId="77777777" w:rsidR="00744A58" w:rsidRDefault="00744A58" w:rsidP="00FF57EE">
      <w:r>
        <w:continuationSeparator/>
      </w:r>
    </w:p>
  </w:footnote>
  <w:footnote w:id="1">
    <w:p w14:paraId="3AA97365" w14:textId="4E868C50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</w:t>
      </w:r>
      <w:r w:rsidR="00343E1A">
        <w:t>;</w:t>
      </w:r>
    </w:p>
    <w:p w14:paraId="16717D24" w14:textId="750B0E52" w:rsidR="00343E1A" w:rsidRDefault="00343E1A" w:rsidP="00AE2ACB">
      <w:pPr>
        <w:pStyle w:val="Tekstprzypisudolnego"/>
        <w:ind w:left="142" w:hanging="142"/>
        <w:jc w:val="both"/>
      </w:pPr>
      <w:r w:rsidRPr="00343E1A">
        <w:t>*zaznaczyć właściwe</w:t>
      </w:r>
    </w:p>
  </w:footnote>
  <w:footnote w:id="2">
    <w:p w14:paraId="624AF6F1" w14:textId="07F5C0FA" w:rsidR="00EC0BD8" w:rsidRPr="00EC0BD8" w:rsidRDefault="00EC0BD8">
      <w:pPr>
        <w:pStyle w:val="Tekstprzypisudolnego"/>
        <w:rPr>
          <w:color w:val="FF0000"/>
        </w:rPr>
      </w:pPr>
      <w:r w:rsidRPr="00EC0BD8">
        <w:rPr>
          <w:color w:val="FF0000"/>
        </w:rPr>
        <w:t>*</w:t>
      </w:r>
      <w:r w:rsidR="001038CA">
        <w:rPr>
          <w:color w:val="FF0000"/>
        </w:rPr>
        <w:t>*</w:t>
      </w:r>
      <w:r w:rsidRPr="00EC0BD8">
        <w:rPr>
          <w:color w:val="FF0000"/>
        </w:rPr>
        <w:t xml:space="preserve"> niepotrzebne skreślić,</w:t>
      </w:r>
    </w:p>
    <w:p w14:paraId="3D95D044" w14:textId="5E82FDAE" w:rsidR="00EC0BD8" w:rsidRDefault="00EC0BD8" w:rsidP="00EC0BD8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EC0BD8">
        <w:t>w przypadku braku wskazania w tabeli oświadczenia o podwykonawcach, Zamawiający uzna, że Wykonawca nie powierzy zamówienia podwykonawcy/-om</w:t>
      </w:r>
      <w:r>
        <w:t>,</w:t>
      </w:r>
    </w:p>
  </w:footnote>
  <w:footnote w:id="3">
    <w:p w14:paraId="3E30DAA5" w14:textId="444ABC69" w:rsidR="00B625CB" w:rsidRPr="00B625CB" w:rsidRDefault="00FF57EE" w:rsidP="00343E1A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343E1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D8D02" w14:textId="6637E3CC" w:rsidR="00720990" w:rsidRDefault="00F41C38" w:rsidP="0072099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2AF011" wp14:editId="36CF398A">
          <wp:simplePos x="0" y="0"/>
          <wp:positionH relativeFrom="column">
            <wp:posOffset>-151896</wp:posOffset>
          </wp:positionH>
          <wp:positionV relativeFrom="paragraph">
            <wp:posOffset>-297815</wp:posOffset>
          </wp:positionV>
          <wp:extent cx="6017299" cy="792000"/>
          <wp:effectExtent l="0" t="0" r="2540" b="8255"/>
          <wp:wrapNone/>
          <wp:docPr id="21210535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1053506" name="Obraz 21210535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17299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40D866" w14:textId="77777777" w:rsidR="00720990" w:rsidRDefault="00720990" w:rsidP="00720990">
    <w:pPr>
      <w:pStyle w:val="Nagwek"/>
    </w:pPr>
  </w:p>
  <w:p w14:paraId="230AC31F" w14:textId="5D2C99FF" w:rsidR="00720990" w:rsidRPr="00720990" w:rsidRDefault="00720990" w:rsidP="007209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1B02"/>
    <w:multiLevelType w:val="hybridMultilevel"/>
    <w:tmpl w:val="611024FE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72C56"/>
    <w:multiLevelType w:val="hybridMultilevel"/>
    <w:tmpl w:val="BF7A52D0"/>
    <w:lvl w:ilvl="0" w:tplc="7804A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335CF"/>
    <w:multiLevelType w:val="hybridMultilevel"/>
    <w:tmpl w:val="B6C2A330"/>
    <w:lvl w:ilvl="0" w:tplc="215C34C4">
      <w:start w:val="1"/>
      <w:numFmt w:val="lowerLetter"/>
      <w:lvlText w:val="%1)"/>
      <w:lvlJc w:val="left"/>
      <w:pPr>
        <w:ind w:left="15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43" w:hanging="360"/>
      </w:pPr>
    </w:lvl>
    <w:lvl w:ilvl="2" w:tplc="0415001B" w:tentative="1">
      <w:start w:val="1"/>
      <w:numFmt w:val="lowerRoman"/>
      <w:lvlText w:val="%3."/>
      <w:lvlJc w:val="right"/>
      <w:pPr>
        <w:ind w:left="2963" w:hanging="180"/>
      </w:pPr>
    </w:lvl>
    <w:lvl w:ilvl="3" w:tplc="0415000F" w:tentative="1">
      <w:start w:val="1"/>
      <w:numFmt w:val="decimal"/>
      <w:lvlText w:val="%4."/>
      <w:lvlJc w:val="left"/>
      <w:pPr>
        <w:ind w:left="3683" w:hanging="360"/>
      </w:pPr>
    </w:lvl>
    <w:lvl w:ilvl="4" w:tplc="04150019" w:tentative="1">
      <w:start w:val="1"/>
      <w:numFmt w:val="lowerLetter"/>
      <w:lvlText w:val="%5."/>
      <w:lvlJc w:val="left"/>
      <w:pPr>
        <w:ind w:left="4403" w:hanging="360"/>
      </w:pPr>
    </w:lvl>
    <w:lvl w:ilvl="5" w:tplc="0415001B" w:tentative="1">
      <w:start w:val="1"/>
      <w:numFmt w:val="lowerRoman"/>
      <w:lvlText w:val="%6."/>
      <w:lvlJc w:val="right"/>
      <w:pPr>
        <w:ind w:left="5123" w:hanging="180"/>
      </w:pPr>
    </w:lvl>
    <w:lvl w:ilvl="6" w:tplc="0415000F" w:tentative="1">
      <w:start w:val="1"/>
      <w:numFmt w:val="decimal"/>
      <w:lvlText w:val="%7."/>
      <w:lvlJc w:val="left"/>
      <w:pPr>
        <w:ind w:left="5843" w:hanging="360"/>
      </w:pPr>
    </w:lvl>
    <w:lvl w:ilvl="7" w:tplc="04150019" w:tentative="1">
      <w:start w:val="1"/>
      <w:numFmt w:val="lowerLetter"/>
      <w:lvlText w:val="%8."/>
      <w:lvlJc w:val="left"/>
      <w:pPr>
        <w:ind w:left="6563" w:hanging="360"/>
      </w:pPr>
    </w:lvl>
    <w:lvl w:ilvl="8" w:tplc="0415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" w15:restartNumberingAfterBreak="0">
    <w:nsid w:val="1F9A08E9"/>
    <w:multiLevelType w:val="hybridMultilevel"/>
    <w:tmpl w:val="280826BA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4" w15:restartNumberingAfterBreak="0">
    <w:nsid w:val="21877123"/>
    <w:multiLevelType w:val="hybridMultilevel"/>
    <w:tmpl w:val="BF7A52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A6827"/>
    <w:multiLevelType w:val="hybridMultilevel"/>
    <w:tmpl w:val="C72A1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70CE8"/>
    <w:multiLevelType w:val="hybridMultilevel"/>
    <w:tmpl w:val="A64A171E"/>
    <w:lvl w:ilvl="0" w:tplc="3B42D72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F1446"/>
    <w:multiLevelType w:val="hybridMultilevel"/>
    <w:tmpl w:val="9AE4C3E0"/>
    <w:lvl w:ilvl="0" w:tplc="604C9706">
      <w:start w:val="2"/>
      <w:numFmt w:val="upperRoman"/>
      <w:lvlText w:val="%1."/>
      <w:lvlJc w:val="left"/>
      <w:pPr>
        <w:ind w:left="1080" w:hanging="72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F1FB1"/>
    <w:multiLevelType w:val="hybridMultilevel"/>
    <w:tmpl w:val="5DF2A90A"/>
    <w:lvl w:ilvl="0" w:tplc="04150011">
      <w:start w:val="1"/>
      <w:numFmt w:val="decimal"/>
      <w:lvlText w:val="%1)"/>
      <w:lvlJc w:val="left"/>
      <w:pPr>
        <w:ind w:left="1458" w:hanging="360"/>
      </w:pPr>
    </w:lvl>
    <w:lvl w:ilvl="1" w:tplc="04150003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9" w15:restartNumberingAfterBreak="0">
    <w:nsid w:val="31E00E70"/>
    <w:multiLevelType w:val="hybridMultilevel"/>
    <w:tmpl w:val="345E7F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F2239"/>
    <w:multiLevelType w:val="hybridMultilevel"/>
    <w:tmpl w:val="49489B70"/>
    <w:lvl w:ilvl="0" w:tplc="041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1" w15:restartNumberingAfterBreak="0">
    <w:nsid w:val="372A0F13"/>
    <w:multiLevelType w:val="hybridMultilevel"/>
    <w:tmpl w:val="225CA28A"/>
    <w:lvl w:ilvl="0" w:tplc="D8722D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936CB"/>
    <w:multiLevelType w:val="hybridMultilevel"/>
    <w:tmpl w:val="7A988C50"/>
    <w:lvl w:ilvl="0" w:tplc="208625D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91B6373"/>
    <w:multiLevelType w:val="hybridMultilevel"/>
    <w:tmpl w:val="1B8C2DB8"/>
    <w:lvl w:ilvl="0" w:tplc="208625D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59096E"/>
    <w:multiLevelType w:val="hybridMultilevel"/>
    <w:tmpl w:val="2F820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525363"/>
    <w:multiLevelType w:val="hybridMultilevel"/>
    <w:tmpl w:val="A2703036"/>
    <w:lvl w:ilvl="0" w:tplc="208625D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202923"/>
    <w:multiLevelType w:val="hybridMultilevel"/>
    <w:tmpl w:val="5C7A502E"/>
    <w:lvl w:ilvl="0" w:tplc="7E1A269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2F32A3"/>
    <w:multiLevelType w:val="hybridMultilevel"/>
    <w:tmpl w:val="80024B7A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10D09"/>
    <w:multiLevelType w:val="hybridMultilevel"/>
    <w:tmpl w:val="C122D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A2FBA"/>
    <w:multiLevelType w:val="hybridMultilevel"/>
    <w:tmpl w:val="B5621DC6"/>
    <w:lvl w:ilvl="0" w:tplc="208625D4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F3F16E4"/>
    <w:multiLevelType w:val="hybridMultilevel"/>
    <w:tmpl w:val="E9CCC546"/>
    <w:lvl w:ilvl="0" w:tplc="8A6CD3C4">
      <w:start w:val="1"/>
      <w:numFmt w:val="decimal"/>
      <w:lvlText w:val="%1)"/>
      <w:lvlJc w:val="left"/>
      <w:pPr>
        <w:ind w:left="644" w:hanging="360"/>
      </w:pPr>
      <w:rPr>
        <w:b w:val="0"/>
        <w:bCs w:val="0"/>
        <w:u w:val="singl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FED1D17"/>
    <w:multiLevelType w:val="hybridMultilevel"/>
    <w:tmpl w:val="BF7A52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26A9E"/>
    <w:multiLevelType w:val="hybridMultilevel"/>
    <w:tmpl w:val="9A2C340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92909245">
    <w:abstractNumId w:val="18"/>
  </w:num>
  <w:num w:numId="2" w16cid:durableId="2117556936">
    <w:abstractNumId w:val="15"/>
  </w:num>
  <w:num w:numId="3" w16cid:durableId="711075836">
    <w:abstractNumId w:val="17"/>
  </w:num>
  <w:num w:numId="4" w16cid:durableId="1599408810">
    <w:abstractNumId w:val="23"/>
  </w:num>
  <w:num w:numId="5" w16cid:durableId="2123305371">
    <w:abstractNumId w:val="14"/>
  </w:num>
  <w:num w:numId="6" w16cid:durableId="108471739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7035217">
    <w:abstractNumId w:val="1"/>
  </w:num>
  <w:num w:numId="8" w16cid:durableId="18814284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644034">
    <w:abstractNumId w:val="12"/>
  </w:num>
  <w:num w:numId="10" w16cid:durableId="1912234723">
    <w:abstractNumId w:val="16"/>
  </w:num>
  <w:num w:numId="11" w16cid:durableId="935209787">
    <w:abstractNumId w:val="0"/>
  </w:num>
  <w:num w:numId="12" w16cid:durableId="8249785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07403013">
    <w:abstractNumId w:val="6"/>
  </w:num>
  <w:num w:numId="14" w16cid:durableId="1144002900">
    <w:abstractNumId w:val="19"/>
  </w:num>
  <w:num w:numId="15" w16cid:durableId="29067499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2092122395">
    <w:abstractNumId w:val="5"/>
  </w:num>
  <w:num w:numId="17" w16cid:durableId="229770994">
    <w:abstractNumId w:val="2"/>
  </w:num>
  <w:num w:numId="18" w16cid:durableId="200319766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8293557">
    <w:abstractNumId w:val="4"/>
  </w:num>
  <w:num w:numId="20" w16cid:durableId="662903212">
    <w:abstractNumId w:val="8"/>
  </w:num>
  <w:num w:numId="21" w16cid:durableId="2101635968">
    <w:abstractNumId w:val="13"/>
  </w:num>
  <w:num w:numId="22" w16cid:durableId="751510519">
    <w:abstractNumId w:val="22"/>
  </w:num>
  <w:num w:numId="23" w16cid:durableId="1016158129">
    <w:abstractNumId w:val="20"/>
  </w:num>
  <w:num w:numId="24" w16cid:durableId="102960142">
    <w:abstractNumId w:val="10"/>
  </w:num>
  <w:num w:numId="25" w16cid:durableId="1587573711">
    <w:abstractNumId w:val="3"/>
  </w:num>
  <w:num w:numId="26" w16cid:durableId="13368055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6DD"/>
    <w:rsid w:val="00000B32"/>
    <w:rsid w:val="00025346"/>
    <w:rsid w:val="000302A2"/>
    <w:rsid w:val="00031730"/>
    <w:rsid w:val="00043D4D"/>
    <w:rsid w:val="0006454B"/>
    <w:rsid w:val="00074EB7"/>
    <w:rsid w:val="00081122"/>
    <w:rsid w:val="000819E0"/>
    <w:rsid w:val="00093D8D"/>
    <w:rsid w:val="000D0FD1"/>
    <w:rsid w:val="000D59C3"/>
    <w:rsid w:val="000D60E1"/>
    <w:rsid w:val="000F3E3F"/>
    <w:rsid w:val="001038CA"/>
    <w:rsid w:val="001063D3"/>
    <w:rsid w:val="001205A9"/>
    <w:rsid w:val="001331C4"/>
    <w:rsid w:val="00133595"/>
    <w:rsid w:val="00133CEB"/>
    <w:rsid w:val="0014323E"/>
    <w:rsid w:val="00154274"/>
    <w:rsid w:val="001659BE"/>
    <w:rsid w:val="00167ECC"/>
    <w:rsid w:val="0018041F"/>
    <w:rsid w:val="001816B8"/>
    <w:rsid w:val="00182D69"/>
    <w:rsid w:val="001A11E7"/>
    <w:rsid w:val="001A4D5C"/>
    <w:rsid w:val="001C41BA"/>
    <w:rsid w:val="001C7D84"/>
    <w:rsid w:val="001D04B7"/>
    <w:rsid w:val="001D0799"/>
    <w:rsid w:val="001D11C0"/>
    <w:rsid w:val="001E74D0"/>
    <w:rsid w:val="001F4BA9"/>
    <w:rsid w:val="001F7816"/>
    <w:rsid w:val="002035AF"/>
    <w:rsid w:val="00213290"/>
    <w:rsid w:val="002134F2"/>
    <w:rsid w:val="002160CF"/>
    <w:rsid w:val="002214DB"/>
    <w:rsid w:val="0025539A"/>
    <w:rsid w:val="0025671D"/>
    <w:rsid w:val="002606B2"/>
    <w:rsid w:val="00267D1F"/>
    <w:rsid w:val="00272917"/>
    <w:rsid w:val="00273B70"/>
    <w:rsid w:val="00277DBE"/>
    <w:rsid w:val="002837ED"/>
    <w:rsid w:val="00286E9B"/>
    <w:rsid w:val="00287799"/>
    <w:rsid w:val="0029089B"/>
    <w:rsid w:val="0029200F"/>
    <w:rsid w:val="002C7138"/>
    <w:rsid w:val="002D23D3"/>
    <w:rsid w:val="002E612D"/>
    <w:rsid w:val="00303D3B"/>
    <w:rsid w:val="003102BF"/>
    <w:rsid w:val="00315939"/>
    <w:rsid w:val="003213C9"/>
    <w:rsid w:val="003412D2"/>
    <w:rsid w:val="00343E1A"/>
    <w:rsid w:val="00351D57"/>
    <w:rsid w:val="00352BED"/>
    <w:rsid w:val="003614D3"/>
    <w:rsid w:val="003630B1"/>
    <w:rsid w:val="00374694"/>
    <w:rsid w:val="00390390"/>
    <w:rsid w:val="00394DC7"/>
    <w:rsid w:val="003961C1"/>
    <w:rsid w:val="003A5E25"/>
    <w:rsid w:val="003A7383"/>
    <w:rsid w:val="003B769C"/>
    <w:rsid w:val="003B7C7B"/>
    <w:rsid w:val="003C3578"/>
    <w:rsid w:val="003D65EB"/>
    <w:rsid w:val="003F18BC"/>
    <w:rsid w:val="00416884"/>
    <w:rsid w:val="0043277A"/>
    <w:rsid w:val="00434999"/>
    <w:rsid w:val="00437F53"/>
    <w:rsid w:val="00483BD4"/>
    <w:rsid w:val="004915BC"/>
    <w:rsid w:val="00493A1E"/>
    <w:rsid w:val="004B02AC"/>
    <w:rsid w:val="004B0785"/>
    <w:rsid w:val="004B4557"/>
    <w:rsid w:val="004D47E1"/>
    <w:rsid w:val="004D5A42"/>
    <w:rsid w:val="004E07B6"/>
    <w:rsid w:val="004E2126"/>
    <w:rsid w:val="004F1B0C"/>
    <w:rsid w:val="004F2145"/>
    <w:rsid w:val="004F78E6"/>
    <w:rsid w:val="0050116E"/>
    <w:rsid w:val="005036C4"/>
    <w:rsid w:val="00525EFF"/>
    <w:rsid w:val="00527D9C"/>
    <w:rsid w:val="00537FF7"/>
    <w:rsid w:val="005439C5"/>
    <w:rsid w:val="00555927"/>
    <w:rsid w:val="00560716"/>
    <w:rsid w:val="005614C4"/>
    <w:rsid w:val="00567D79"/>
    <w:rsid w:val="00580D5F"/>
    <w:rsid w:val="005844F6"/>
    <w:rsid w:val="00584709"/>
    <w:rsid w:val="00584964"/>
    <w:rsid w:val="00596E07"/>
    <w:rsid w:val="005C68BB"/>
    <w:rsid w:val="005D461F"/>
    <w:rsid w:val="005F21E1"/>
    <w:rsid w:val="005F6F5F"/>
    <w:rsid w:val="006019B2"/>
    <w:rsid w:val="00606F4B"/>
    <w:rsid w:val="0061011E"/>
    <w:rsid w:val="00615BEC"/>
    <w:rsid w:val="00620BCF"/>
    <w:rsid w:val="006530EC"/>
    <w:rsid w:val="00687A0D"/>
    <w:rsid w:val="006B63D6"/>
    <w:rsid w:val="006C0A94"/>
    <w:rsid w:val="006C641D"/>
    <w:rsid w:val="006D09E0"/>
    <w:rsid w:val="006D120B"/>
    <w:rsid w:val="006F24E5"/>
    <w:rsid w:val="006F7D33"/>
    <w:rsid w:val="00704EF9"/>
    <w:rsid w:val="007055DB"/>
    <w:rsid w:val="00715C48"/>
    <w:rsid w:val="00717273"/>
    <w:rsid w:val="00720990"/>
    <w:rsid w:val="00731143"/>
    <w:rsid w:val="00742206"/>
    <w:rsid w:val="00744A58"/>
    <w:rsid w:val="00746D01"/>
    <w:rsid w:val="007859F5"/>
    <w:rsid w:val="007C0EE0"/>
    <w:rsid w:val="007D475B"/>
    <w:rsid w:val="007E1D2E"/>
    <w:rsid w:val="007E331F"/>
    <w:rsid w:val="007E6363"/>
    <w:rsid w:val="007F201A"/>
    <w:rsid w:val="007F3E87"/>
    <w:rsid w:val="007F5669"/>
    <w:rsid w:val="007F5E25"/>
    <w:rsid w:val="007F7BAA"/>
    <w:rsid w:val="00804B6D"/>
    <w:rsid w:val="0083089B"/>
    <w:rsid w:val="0083437F"/>
    <w:rsid w:val="00834ADA"/>
    <w:rsid w:val="00860DFD"/>
    <w:rsid w:val="0087395E"/>
    <w:rsid w:val="0088431D"/>
    <w:rsid w:val="008B3666"/>
    <w:rsid w:val="008E23F9"/>
    <w:rsid w:val="00901AED"/>
    <w:rsid w:val="0090551B"/>
    <w:rsid w:val="00917C52"/>
    <w:rsid w:val="00924021"/>
    <w:rsid w:val="00931094"/>
    <w:rsid w:val="009312B4"/>
    <w:rsid w:val="00932EAB"/>
    <w:rsid w:val="00946889"/>
    <w:rsid w:val="00947AD8"/>
    <w:rsid w:val="00950D10"/>
    <w:rsid w:val="00960350"/>
    <w:rsid w:val="0096455B"/>
    <w:rsid w:val="00966968"/>
    <w:rsid w:val="0097776D"/>
    <w:rsid w:val="00983D1D"/>
    <w:rsid w:val="009A7244"/>
    <w:rsid w:val="009B3EF0"/>
    <w:rsid w:val="009C666E"/>
    <w:rsid w:val="009D75A8"/>
    <w:rsid w:val="009E3097"/>
    <w:rsid w:val="009E7C10"/>
    <w:rsid w:val="009F0545"/>
    <w:rsid w:val="009F4DFA"/>
    <w:rsid w:val="00A066DF"/>
    <w:rsid w:val="00A12A31"/>
    <w:rsid w:val="00A279DA"/>
    <w:rsid w:val="00A37E2A"/>
    <w:rsid w:val="00A447C0"/>
    <w:rsid w:val="00A45FEC"/>
    <w:rsid w:val="00A47195"/>
    <w:rsid w:val="00A50E18"/>
    <w:rsid w:val="00A71649"/>
    <w:rsid w:val="00A72E8B"/>
    <w:rsid w:val="00A857E5"/>
    <w:rsid w:val="00A91D02"/>
    <w:rsid w:val="00A92E5D"/>
    <w:rsid w:val="00AA3118"/>
    <w:rsid w:val="00AA39D6"/>
    <w:rsid w:val="00AB3B12"/>
    <w:rsid w:val="00AD3934"/>
    <w:rsid w:val="00AE1948"/>
    <w:rsid w:val="00AE2ACB"/>
    <w:rsid w:val="00AF4AC3"/>
    <w:rsid w:val="00B1041F"/>
    <w:rsid w:val="00B15605"/>
    <w:rsid w:val="00B1585C"/>
    <w:rsid w:val="00B20553"/>
    <w:rsid w:val="00B349FB"/>
    <w:rsid w:val="00B35422"/>
    <w:rsid w:val="00B41F68"/>
    <w:rsid w:val="00B46D1F"/>
    <w:rsid w:val="00B47637"/>
    <w:rsid w:val="00B625CB"/>
    <w:rsid w:val="00B62A71"/>
    <w:rsid w:val="00B65887"/>
    <w:rsid w:val="00B67AAE"/>
    <w:rsid w:val="00B8479F"/>
    <w:rsid w:val="00B866DD"/>
    <w:rsid w:val="00B87925"/>
    <w:rsid w:val="00B9086B"/>
    <w:rsid w:val="00BA7C2A"/>
    <w:rsid w:val="00BC439E"/>
    <w:rsid w:val="00BC4F99"/>
    <w:rsid w:val="00BC6C89"/>
    <w:rsid w:val="00BD0342"/>
    <w:rsid w:val="00BD445D"/>
    <w:rsid w:val="00BD4EEE"/>
    <w:rsid w:val="00BE6A7E"/>
    <w:rsid w:val="00BF5724"/>
    <w:rsid w:val="00C02A76"/>
    <w:rsid w:val="00C04DE0"/>
    <w:rsid w:val="00C208DD"/>
    <w:rsid w:val="00C22F7D"/>
    <w:rsid w:val="00C31B53"/>
    <w:rsid w:val="00C53414"/>
    <w:rsid w:val="00C615EF"/>
    <w:rsid w:val="00C61F6C"/>
    <w:rsid w:val="00C73ECD"/>
    <w:rsid w:val="00C75618"/>
    <w:rsid w:val="00CA4C84"/>
    <w:rsid w:val="00CB1700"/>
    <w:rsid w:val="00CC3A8D"/>
    <w:rsid w:val="00CC74C0"/>
    <w:rsid w:val="00CD3676"/>
    <w:rsid w:val="00CE3AE6"/>
    <w:rsid w:val="00CF2278"/>
    <w:rsid w:val="00D135AA"/>
    <w:rsid w:val="00D13D73"/>
    <w:rsid w:val="00D35048"/>
    <w:rsid w:val="00D3681A"/>
    <w:rsid w:val="00D554C7"/>
    <w:rsid w:val="00D55591"/>
    <w:rsid w:val="00D65BAC"/>
    <w:rsid w:val="00D724FC"/>
    <w:rsid w:val="00D8538B"/>
    <w:rsid w:val="00D85E6B"/>
    <w:rsid w:val="00DC20EB"/>
    <w:rsid w:val="00DC336F"/>
    <w:rsid w:val="00E06815"/>
    <w:rsid w:val="00E1735C"/>
    <w:rsid w:val="00E17F23"/>
    <w:rsid w:val="00E43CEE"/>
    <w:rsid w:val="00E6330F"/>
    <w:rsid w:val="00E652DB"/>
    <w:rsid w:val="00E7604B"/>
    <w:rsid w:val="00E91146"/>
    <w:rsid w:val="00EA435E"/>
    <w:rsid w:val="00EA43F0"/>
    <w:rsid w:val="00EC0BD8"/>
    <w:rsid w:val="00ED04AA"/>
    <w:rsid w:val="00ED7C2A"/>
    <w:rsid w:val="00EE41D1"/>
    <w:rsid w:val="00EE7778"/>
    <w:rsid w:val="00EF5C0F"/>
    <w:rsid w:val="00F10914"/>
    <w:rsid w:val="00F134D5"/>
    <w:rsid w:val="00F16E32"/>
    <w:rsid w:val="00F31EAC"/>
    <w:rsid w:val="00F41C38"/>
    <w:rsid w:val="00F626E5"/>
    <w:rsid w:val="00F802C4"/>
    <w:rsid w:val="00F97766"/>
    <w:rsid w:val="00FA60B6"/>
    <w:rsid w:val="00FB428D"/>
    <w:rsid w:val="00FF076B"/>
    <w:rsid w:val="00FF57EE"/>
    <w:rsid w:val="00FF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04C9FBBF"/>
  <w15:chartTrackingRefBased/>
  <w15:docId w15:val="{F40B6C77-618F-4B67-AEBA-E40BB7AC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D0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D13D73"/>
    <w:rPr>
      <w:sz w:val="22"/>
      <w:szCs w:val="22"/>
      <w:lang w:eastAsia="en-US"/>
    </w:rPr>
    <w:tblPr>
      <w:tblStyleRowBandSize w:val="1"/>
      <w:tblStyleColBandSize w:val="1"/>
      <w:tblInd w:w="0" w:type="nil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styleId="Tabelasiatki4akcent5">
    <w:name w:val="Grid Table 4 Accent 5"/>
    <w:basedOn w:val="Standardowy"/>
    <w:uiPriority w:val="49"/>
    <w:rsid w:val="00D13D73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34F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34F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34F2"/>
    <w:rPr>
      <w:vertAlign w:val="superscript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7F5E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IECH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6</Pages>
  <Words>1624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Kępa</dc:creator>
  <cp:keywords/>
  <dc:description/>
  <cp:lastModifiedBy>Kamila Cichańska-Wrąbel</cp:lastModifiedBy>
  <cp:revision>4</cp:revision>
  <cp:lastPrinted>2025-10-27T06:10:00Z</cp:lastPrinted>
  <dcterms:created xsi:type="dcterms:W3CDTF">2025-12-09T13:15:00Z</dcterms:created>
  <dcterms:modified xsi:type="dcterms:W3CDTF">2025-12-11T13:34:00Z</dcterms:modified>
</cp:coreProperties>
</file>